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51" w:rsidRPr="005A7FD6" w:rsidRDefault="006B1651">
      <w:pPr>
        <w:rPr>
          <w:rFonts w:eastAsia="Calibri" w:cstheme="minorHAnsi"/>
        </w:rPr>
      </w:pPr>
      <w:r w:rsidRPr="005A7FD6">
        <w:rPr>
          <w:rFonts w:cstheme="minorHAnsi"/>
        </w:rPr>
        <w:object w:dxaOrig="2611" w:dyaOrig="992">
          <v:rect id="rectole0000000000" o:spid="_x0000_i1025" style="width:130.45pt;height:49.25pt" o:ole="" o:preferrelative="t" stroked="f">
            <v:imagedata r:id="rId6" o:title=""/>
          </v:rect>
          <o:OLEObject Type="Embed" ProgID="StaticMetafile" ShapeID="rectole0000000000" DrawAspect="Content" ObjectID="_1376232714" r:id="rId7"/>
        </w:object>
      </w:r>
    </w:p>
    <w:p w:rsidR="006B1651" w:rsidRPr="005A7FD6" w:rsidRDefault="008E4166">
      <w:pPr>
        <w:rPr>
          <w:rFonts w:eastAsia="Arial" w:cstheme="minorHAnsi"/>
          <w:color w:val="000000"/>
        </w:rPr>
      </w:pPr>
      <w:r w:rsidRPr="005A7FD6">
        <w:rPr>
          <w:rFonts w:eastAsia="Arial" w:cstheme="minorHAnsi"/>
          <w:color w:val="000000"/>
        </w:rPr>
        <w:t>Hello everyone</w:t>
      </w:r>
      <w:proofErr w:type="gramStart"/>
      <w:r w:rsidRPr="005A7FD6">
        <w:rPr>
          <w:rFonts w:eastAsia="Arial" w:cstheme="minorHAnsi"/>
          <w:color w:val="000000"/>
        </w:rPr>
        <w:t>,</w:t>
      </w:r>
      <w:proofErr w:type="gramEnd"/>
      <w:r w:rsidRPr="005A7FD6">
        <w:rPr>
          <w:rFonts w:eastAsia="Calibri" w:cstheme="minorHAnsi"/>
        </w:rPr>
        <w:br/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>The following contains the</w:t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 xml:space="preserve">SIMPLEX METHOD </w:t>
      </w:r>
      <w:r w:rsidR="005E411C">
        <w:rPr>
          <w:rFonts w:eastAsia="Arial" w:cstheme="minorHAnsi"/>
          <w:color w:val="000000"/>
        </w:rPr>
        <w:t>(Linear Programming, Maximization and Minimization)</w:t>
      </w:r>
      <w:r w:rsidRPr="005A7FD6">
        <w:rPr>
          <w:rFonts w:eastAsia="Calibri" w:cstheme="minorHAnsi"/>
        </w:rPr>
        <w:br/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>Using material from</w:t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 xml:space="preserve">Frederick S. Hiller, Gerald J. Lieberman. </w:t>
      </w:r>
      <w:proofErr w:type="gramStart"/>
      <w:r w:rsidRPr="005A7FD6">
        <w:rPr>
          <w:rFonts w:eastAsia="Arial" w:cstheme="minorHAnsi"/>
          <w:color w:val="000000"/>
        </w:rPr>
        <w:t>Introduction to Operations Research.</w:t>
      </w:r>
      <w:proofErr w:type="gramEnd"/>
      <w:r w:rsidRPr="005A7FD6">
        <w:rPr>
          <w:rFonts w:eastAsia="Arial" w:cstheme="minorHAnsi"/>
          <w:color w:val="000000"/>
        </w:rPr>
        <w:t xml:space="preserve"> New York: McGraw Hill, 2005. Print.</w:t>
      </w:r>
      <w:r w:rsidRPr="005A7FD6">
        <w:rPr>
          <w:rFonts w:eastAsia="Calibri" w:cstheme="minorHAnsi"/>
        </w:rPr>
        <w:br/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>Please let us know</w:t>
      </w:r>
      <w:proofErr w:type="gramStart"/>
      <w:r w:rsidRPr="005A7FD6">
        <w:rPr>
          <w:rFonts w:eastAsia="Arial" w:cstheme="minorHAnsi"/>
          <w:color w:val="000000"/>
        </w:rPr>
        <w:t>,</w:t>
      </w:r>
      <w:proofErr w:type="gramEnd"/>
      <w:r w:rsidRPr="005A7FD6">
        <w:rPr>
          <w:rFonts w:eastAsia="Arial" w:cstheme="minorHAnsi"/>
          <w:color w:val="000000"/>
        </w:rPr>
        <w:t xml:space="preserve"> if you would like us to include modifications, improvements, and any additions to the code. </w:t>
      </w:r>
      <w:r w:rsidRPr="005A7FD6">
        <w:rPr>
          <w:rFonts w:eastAsia="Calibri" w:cstheme="minorHAnsi"/>
        </w:rPr>
        <w:br/>
      </w:r>
      <w:r w:rsidRPr="005A7FD6">
        <w:rPr>
          <w:rFonts w:eastAsia="Calibri" w:cstheme="minorHAnsi"/>
        </w:rPr>
        <w:br/>
      </w:r>
      <w:r w:rsidRPr="005A7FD6">
        <w:rPr>
          <w:rFonts w:eastAsia="Calibri" w:cstheme="minorHAnsi"/>
        </w:rPr>
        <w:br/>
      </w:r>
      <w:r w:rsidRPr="005A7FD6">
        <w:rPr>
          <w:rFonts w:eastAsia="Arial" w:cstheme="minorHAnsi"/>
          <w:color w:val="000000"/>
        </w:rPr>
        <w:t>Truly</w:t>
      </w:r>
      <w:proofErr w:type="gramStart"/>
      <w:r w:rsidRPr="005A7FD6">
        <w:rPr>
          <w:rFonts w:eastAsia="Arial" w:cstheme="minorHAnsi"/>
          <w:color w:val="000000"/>
        </w:rPr>
        <w:t>,</w:t>
      </w:r>
      <w:proofErr w:type="gramEnd"/>
      <w:r w:rsidRPr="005A7FD6">
        <w:rPr>
          <w:rFonts w:eastAsia="Calibri" w:cstheme="minorHAnsi"/>
        </w:rPr>
        <w:br/>
      </w:r>
      <w:r w:rsidRPr="005A7FD6">
        <w:rPr>
          <w:rFonts w:eastAsia="Calibri" w:cstheme="minorHAnsi"/>
        </w:rPr>
        <w:br/>
      </w:r>
      <w:proofErr w:type="spellStart"/>
      <w:r w:rsidRPr="005A7FD6">
        <w:rPr>
          <w:rFonts w:eastAsia="Arial" w:cstheme="minorHAnsi"/>
          <w:color w:val="000000"/>
        </w:rPr>
        <w:t>Haulwind</w:t>
      </w:r>
      <w:proofErr w:type="spellEnd"/>
      <w:r w:rsidRPr="005A7FD6">
        <w:rPr>
          <w:rFonts w:eastAsia="Arial" w:cstheme="minorHAnsi"/>
          <w:color w:val="000000"/>
        </w:rPr>
        <w:t xml:space="preserve"> Team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=============================================================</w:t>
      </w:r>
    </w:p>
    <w:p w:rsidR="001A18AB" w:rsidRPr="001A18AB" w:rsidRDefault="001A18AB" w:rsidP="001A18AB">
      <w:pPr>
        <w:rPr>
          <w:rFonts w:eastAsia="Segoe UI Mono" w:cstheme="minorHAnsi"/>
          <w:b/>
        </w:rPr>
      </w:pPr>
      <w:proofErr w:type="gramStart"/>
      <w:r w:rsidRPr="001A18AB">
        <w:rPr>
          <w:rFonts w:eastAsia="Segoe UI Mono" w:cstheme="minorHAnsi"/>
          <w:b/>
        </w:rPr>
        <w:t>maximize</w:t>
      </w:r>
      <w:proofErr w:type="gramEnd"/>
      <w:r w:rsidRPr="001A18AB">
        <w:rPr>
          <w:rFonts w:eastAsia="Segoe UI Mono" w:cstheme="minorHAnsi"/>
          <w:b/>
        </w:rPr>
        <w:t xml:space="preserve"> Z, </w:t>
      </w:r>
    </w:p>
    <w:p w:rsidR="001A18AB" w:rsidRPr="005A7FD6" w:rsidRDefault="001A18AB" w:rsidP="001A18A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where</w:t>
      </w:r>
      <w:proofErr w:type="gramEnd"/>
      <w:r w:rsidRPr="005A7FD6">
        <w:rPr>
          <w:rFonts w:eastAsia="Segoe UI Mono" w:cstheme="minorHAnsi"/>
        </w:rPr>
        <w:t xml:space="preserve"> Z = C * X AND A * X ≤ b</w:t>
      </w:r>
    </w:p>
    <w:p w:rsidR="001A18AB" w:rsidRPr="005A7FD6" w:rsidRDefault="001A18AB" w:rsidP="001A18A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where</w:t>
      </w:r>
      <w:proofErr w:type="gramEnd"/>
      <w:r w:rsidRPr="005A7FD6">
        <w:rPr>
          <w:rFonts w:eastAsia="Segoe UI Mono" w:cstheme="minorHAnsi"/>
        </w:rPr>
        <w:t xml:space="preserve"> C,X, and b are vectors; and A is a Matrix</w:t>
      </w:r>
    </w:p>
    <w:p w:rsidR="001A18AB" w:rsidRPr="005A7FD6" w:rsidRDefault="001A18AB" w:rsidP="001A18A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e.g</w:t>
      </w:r>
      <w:proofErr w:type="gramEnd"/>
      <w:r w:rsidRPr="005A7FD6">
        <w:rPr>
          <w:rFonts w:eastAsia="Segoe UI Mono" w:cstheme="minorHAnsi"/>
        </w:rPr>
        <w:t>. max Z; C1X1</w:t>
      </w:r>
      <w:r w:rsidRPr="005A7FD6">
        <w:rPr>
          <w:rFonts w:eastAsia="Segoe UI Mono" w:cstheme="minorHAnsi"/>
        </w:rPr>
        <w:tab/>
        <w:t>+ C2X2 = Z</w:t>
      </w:r>
    </w:p>
    <w:p w:rsidR="001A18AB" w:rsidRPr="005A7FD6" w:rsidRDefault="001A18AB" w:rsidP="001A18AB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A1X1+</w:t>
      </w:r>
      <w:r w:rsidRPr="005A7FD6">
        <w:rPr>
          <w:rFonts w:eastAsia="Segoe UI Mono" w:cstheme="minorHAnsi"/>
        </w:rPr>
        <w:tab/>
        <w:t>A2X2 ≤ b1</w:t>
      </w:r>
    </w:p>
    <w:p w:rsidR="001A18AB" w:rsidRDefault="001A18AB" w:rsidP="001A18AB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A3X1+</w:t>
      </w:r>
      <w:r w:rsidRPr="005A7FD6">
        <w:rPr>
          <w:rFonts w:eastAsia="Segoe UI Mono" w:cstheme="minorHAnsi"/>
        </w:rPr>
        <w:tab/>
        <w:t>A4X2 ≤ b2</w:t>
      </w:r>
    </w:p>
    <w:p w:rsidR="001A18AB" w:rsidRPr="005A7FD6" w:rsidRDefault="001A18AB" w:rsidP="001A18AB">
      <w:pPr>
        <w:rPr>
          <w:rFonts w:eastAsia="Segoe UI Mono" w:cstheme="minorHAnsi"/>
        </w:rPr>
      </w:pPr>
      <w:r>
        <w:rPr>
          <w:rFonts w:eastAsia="Segoe UI Mono" w:cstheme="minorHAnsi"/>
        </w:rPr>
        <w:t>A5</w:t>
      </w:r>
      <w:r w:rsidRPr="005A7FD6">
        <w:rPr>
          <w:rFonts w:eastAsia="Segoe UI Mono" w:cstheme="minorHAnsi"/>
        </w:rPr>
        <w:t>X1+</w:t>
      </w:r>
      <w:r w:rsidRPr="005A7FD6">
        <w:rPr>
          <w:rFonts w:eastAsia="Segoe UI Mono" w:cstheme="minorHAnsi"/>
        </w:rPr>
        <w:tab/>
        <w:t>A</w:t>
      </w:r>
      <w:r>
        <w:rPr>
          <w:rFonts w:eastAsia="Segoe UI Mono" w:cstheme="minorHAnsi"/>
        </w:rPr>
        <w:t>5X2 ≤ b3</w:t>
      </w:r>
    </w:p>
    <w:p w:rsidR="002C0EF9" w:rsidRDefault="002C0EF9">
      <w:pPr>
        <w:rPr>
          <w:rFonts w:eastAsia="Segoe UI Mono" w:cstheme="minorHAnsi"/>
        </w:rPr>
      </w:pPr>
    </w:p>
    <w:p w:rsidR="002C0EF9" w:rsidRPr="002C0EF9" w:rsidRDefault="002C0EF9" w:rsidP="002C0EF9">
      <w:pPr>
        <w:rPr>
          <w:rFonts w:eastAsia="Segoe UI Mono" w:cstheme="minorHAnsi"/>
          <w:b/>
        </w:rPr>
      </w:pPr>
      <w:proofErr w:type="gramStart"/>
      <w:r>
        <w:rPr>
          <w:rFonts w:eastAsia="Segoe UI Mono" w:cstheme="minorHAnsi"/>
          <w:b/>
        </w:rPr>
        <w:t>minimize</w:t>
      </w:r>
      <w:proofErr w:type="gramEnd"/>
      <w:r w:rsidRPr="002C0EF9">
        <w:rPr>
          <w:rFonts w:eastAsia="Segoe UI Mono" w:cstheme="minorHAnsi"/>
          <w:b/>
        </w:rPr>
        <w:t xml:space="preserve"> Z, </w:t>
      </w:r>
    </w:p>
    <w:p w:rsidR="002C0EF9" w:rsidRPr="005A7FD6" w:rsidRDefault="00DE3F01" w:rsidP="002C0EF9">
      <w:pPr>
        <w:rPr>
          <w:rFonts w:eastAsia="Segoe UI Mono" w:cstheme="minorHAnsi"/>
        </w:rPr>
      </w:pPr>
      <w:proofErr w:type="gramStart"/>
      <w:r>
        <w:rPr>
          <w:rFonts w:eastAsia="Segoe UI Mono" w:cstheme="minorHAnsi"/>
        </w:rPr>
        <w:t>where</w:t>
      </w:r>
      <w:proofErr w:type="gramEnd"/>
      <w:r>
        <w:rPr>
          <w:rFonts w:eastAsia="Segoe UI Mono" w:cstheme="minorHAnsi"/>
        </w:rPr>
        <w:t xml:space="preserve"> Z = b</w:t>
      </w:r>
      <w:r w:rsidR="002C0EF9" w:rsidRPr="005A7FD6">
        <w:rPr>
          <w:rFonts w:eastAsia="Segoe UI Mono" w:cstheme="minorHAnsi"/>
        </w:rPr>
        <w:t xml:space="preserve"> * </w:t>
      </w:r>
      <w:r>
        <w:rPr>
          <w:rFonts w:eastAsia="Segoe UI Mono" w:cstheme="minorHAnsi"/>
        </w:rPr>
        <w:t xml:space="preserve">Y </w:t>
      </w:r>
      <w:r>
        <w:rPr>
          <w:rFonts w:eastAsia="Segoe UI Mono" w:cstheme="minorHAnsi"/>
        </w:rPr>
        <w:tab/>
      </w:r>
      <w:r>
        <w:rPr>
          <w:rFonts w:eastAsia="Segoe UI Mono" w:cstheme="minorHAnsi"/>
        </w:rPr>
        <w:tab/>
        <w:t xml:space="preserve">AND </w:t>
      </w:r>
      <w:r>
        <w:rPr>
          <w:rFonts w:eastAsia="Segoe UI Mono" w:cstheme="minorHAnsi"/>
        </w:rPr>
        <w:tab/>
        <w:t>y * A ≥</w:t>
      </w:r>
      <w:r w:rsidR="002C0EF9" w:rsidRPr="005A7FD6">
        <w:rPr>
          <w:rFonts w:eastAsia="Segoe UI Mono" w:cstheme="minorHAnsi"/>
        </w:rPr>
        <w:t xml:space="preserve"> </w:t>
      </w:r>
      <w:r>
        <w:rPr>
          <w:rFonts w:eastAsia="Segoe UI Mono" w:cstheme="minorHAnsi"/>
        </w:rPr>
        <w:t>C</w:t>
      </w:r>
    </w:p>
    <w:p w:rsidR="002C0EF9" w:rsidRPr="005A7FD6" w:rsidRDefault="00DE3F01" w:rsidP="002C0EF9">
      <w:pPr>
        <w:rPr>
          <w:rFonts w:eastAsia="Segoe UI Mono" w:cstheme="minorHAnsi"/>
        </w:rPr>
      </w:pPr>
      <w:proofErr w:type="gramStart"/>
      <w:r>
        <w:rPr>
          <w:rFonts w:eastAsia="Segoe UI Mono" w:cstheme="minorHAnsi"/>
        </w:rPr>
        <w:t>where</w:t>
      </w:r>
      <w:proofErr w:type="gramEnd"/>
      <w:r>
        <w:rPr>
          <w:rFonts w:eastAsia="Segoe UI Mono" w:cstheme="minorHAnsi"/>
        </w:rPr>
        <w:t xml:space="preserve"> C,Y</w:t>
      </w:r>
      <w:r w:rsidR="002C0EF9" w:rsidRPr="005A7FD6">
        <w:rPr>
          <w:rFonts w:eastAsia="Segoe UI Mono" w:cstheme="minorHAnsi"/>
        </w:rPr>
        <w:t>, and b are vectors; and A is a Matrix</w:t>
      </w:r>
    </w:p>
    <w:p w:rsidR="002C0EF9" w:rsidRPr="00DE3F01" w:rsidRDefault="002C0EF9" w:rsidP="002C0EF9">
      <w:pPr>
        <w:rPr>
          <w:rFonts w:eastAsia="Segoe UI Mono" w:cstheme="minorHAnsi"/>
          <w:lang w:val="fr-CA"/>
        </w:rPr>
      </w:pPr>
      <w:proofErr w:type="spellStart"/>
      <w:r w:rsidRPr="00DE3F01">
        <w:rPr>
          <w:rFonts w:eastAsia="Segoe UI Mono" w:cstheme="minorHAnsi"/>
          <w:lang w:val="fr-CA"/>
        </w:rPr>
        <w:lastRenderedPageBreak/>
        <w:t>e.g</w:t>
      </w:r>
      <w:proofErr w:type="spellEnd"/>
      <w:r w:rsidRPr="00DE3F01">
        <w:rPr>
          <w:rFonts w:eastAsia="Segoe UI Mono" w:cstheme="minorHAnsi"/>
          <w:lang w:val="fr-CA"/>
        </w:rPr>
        <w:t xml:space="preserve">. max Z; </w:t>
      </w:r>
      <w:r w:rsidR="00DE3F01" w:rsidRPr="00DE3F01">
        <w:rPr>
          <w:rFonts w:eastAsia="Segoe UI Mono" w:cstheme="minorHAnsi"/>
          <w:lang w:val="fr-CA"/>
        </w:rPr>
        <w:t>b1Y</w:t>
      </w:r>
      <w:r w:rsidR="00803298">
        <w:rPr>
          <w:rFonts w:eastAsia="Segoe UI Mono" w:cstheme="minorHAnsi"/>
          <w:lang w:val="fr-CA"/>
        </w:rPr>
        <w:t xml:space="preserve">1 </w:t>
      </w:r>
      <w:r w:rsidRPr="00DE3F01">
        <w:rPr>
          <w:rFonts w:eastAsia="Segoe UI Mono" w:cstheme="minorHAnsi"/>
          <w:lang w:val="fr-CA"/>
        </w:rPr>
        <w:t xml:space="preserve">+ </w:t>
      </w:r>
      <w:r w:rsidR="00DE3F01" w:rsidRPr="00DE3F01">
        <w:rPr>
          <w:rFonts w:eastAsia="Segoe UI Mono" w:cstheme="minorHAnsi"/>
          <w:lang w:val="fr-CA"/>
        </w:rPr>
        <w:t>b</w:t>
      </w:r>
      <w:r w:rsidRPr="00DE3F01">
        <w:rPr>
          <w:rFonts w:eastAsia="Segoe UI Mono" w:cstheme="minorHAnsi"/>
          <w:lang w:val="fr-CA"/>
        </w:rPr>
        <w:t>2</w:t>
      </w:r>
      <w:r w:rsidR="00DE3F01">
        <w:rPr>
          <w:rFonts w:eastAsia="Segoe UI Mono" w:cstheme="minorHAnsi"/>
          <w:lang w:val="fr-CA"/>
        </w:rPr>
        <w:t>Y</w:t>
      </w:r>
      <w:r w:rsidRPr="00DE3F01">
        <w:rPr>
          <w:rFonts w:eastAsia="Segoe UI Mono" w:cstheme="minorHAnsi"/>
          <w:lang w:val="fr-CA"/>
        </w:rPr>
        <w:t>2</w:t>
      </w:r>
      <w:r w:rsidR="00803298">
        <w:rPr>
          <w:rFonts w:eastAsia="Segoe UI Mono" w:cstheme="minorHAnsi"/>
          <w:lang w:val="fr-CA"/>
        </w:rPr>
        <w:t xml:space="preserve"> </w:t>
      </w:r>
      <w:r w:rsidR="00803298" w:rsidRPr="00DE3F01">
        <w:rPr>
          <w:rFonts w:eastAsia="Segoe UI Mono" w:cstheme="minorHAnsi"/>
          <w:lang w:val="fr-CA"/>
        </w:rPr>
        <w:t>+ b</w:t>
      </w:r>
      <w:r w:rsidR="00803298">
        <w:rPr>
          <w:rFonts w:eastAsia="Segoe UI Mono" w:cstheme="minorHAnsi"/>
          <w:lang w:val="fr-CA"/>
        </w:rPr>
        <w:t>3Y3</w:t>
      </w:r>
      <w:r w:rsidRPr="00DE3F01">
        <w:rPr>
          <w:rFonts w:eastAsia="Segoe UI Mono" w:cstheme="minorHAnsi"/>
          <w:lang w:val="fr-CA"/>
        </w:rPr>
        <w:t xml:space="preserve"> = Z</w:t>
      </w:r>
    </w:p>
    <w:p w:rsidR="002C0EF9" w:rsidRPr="00803298" w:rsidRDefault="00803298" w:rsidP="002C0EF9">
      <w:pPr>
        <w:rPr>
          <w:rFonts w:eastAsia="Segoe UI Mono" w:cstheme="minorHAnsi"/>
          <w:lang w:val="fr-CA"/>
        </w:rPr>
      </w:pPr>
      <w:r w:rsidRPr="00803298">
        <w:rPr>
          <w:rFonts w:eastAsia="Segoe UI Mono" w:cstheme="minorHAnsi"/>
          <w:lang w:val="fr-CA"/>
        </w:rPr>
        <w:t>A1Y</w:t>
      </w:r>
      <w:r w:rsidR="002C0EF9" w:rsidRPr="00803298">
        <w:rPr>
          <w:rFonts w:eastAsia="Segoe UI Mono" w:cstheme="minorHAnsi"/>
          <w:lang w:val="fr-CA"/>
        </w:rPr>
        <w:t>1+</w:t>
      </w:r>
      <w:r w:rsidR="002C0EF9" w:rsidRPr="00803298">
        <w:rPr>
          <w:rFonts w:eastAsia="Segoe UI Mono" w:cstheme="minorHAnsi"/>
          <w:lang w:val="fr-CA"/>
        </w:rPr>
        <w:tab/>
        <w:t>A</w:t>
      </w:r>
      <w:r>
        <w:rPr>
          <w:rFonts w:eastAsia="Segoe UI Mono" w:cstheme="minorHAnsi"/>
          <w:lang w:val="fr-CA"/>
        </w:rPr>
        <w:t>3</w:t>
      </w:r>
      <w:r w:rsidRPr="00803298">
        <w:rPr>
          <w:rFonts w:eastAsia="Segoe UI Mono" w:cstheme="minorHAnsi"/>
          <w:lang w:val="fr-CA"/>
        </w:rPr>
        <w:t>Y2+</w:t>
      </w:r>
      <w:r w:rsidRPr="00803298">
        <w:rPr>
          <w:rFonts w:eastAsia="Segoe UI Mono" w:cstheme="minorHAnsi"/>
          <w:lang w:val="fr-CA"/>
        </w:rPr>
        <w:tab/>
        <w:t>A5Y3</w:t>
      </w:r>
      <w:r w:rsidR="002C0EF9" w:rsidRPr="00803298">
        <w:rPr>
          <w:rFonts w:eastAsia="Segoe UI Mono" w:cstheme="minorHAnsi"/>
          <w:lang w:val="fr-CA"/>
        </w:rPr>
        <w:t xml:space="preserve"> </w:t>
      </w:r>
      <w:r w:rsidR="00DE3F01" w:rsidRPr="00803298">
        <w:rPr>
          <w:rFonts w:eastAsia="Segoe UI Mono" w:cstheme="minorHAnsi"/>
          <w:lang w:val="fr-CA"/>
        </w:rPr>
        <w:t>≥</w:t>
      </w:r>
      <w:r w:rsidR="002C0EF9" w:rsidRPr="00803298">
        <w:rPr>
          <w:rFonts w:eastAsia="Segoe UI Mono" w:cstheme="minorHAnsi"/>
          <w:lang w:val="fr-CA"/>
        </w:rPr>
        <w:t xml:space="preserve"> </w:t>
      </w:r>
      <w:r w:rsidR="00DE3F01" w:rsidRPr="00803298">
        <w:rPr>
          <w:rFonts w:eastAsia="Segoe UI Mono" w:cstheme="minorHAnsi"/>
          <w:lang w:val="fr-CA"/>
        </w:rPr>
        <w:t>C</w:t>
      </w:r>
      <w:r w:rsidR="002C0EF9" w:rsidRPr="00803298">
        <w:rPr>
          <w:rFonts w:eastAsia="Segoe UI Mono" w:cstheme="minorHAnsi"/>
          <w:lang w:val="fr-CA"/>
        </w:rPr>
        <w:t>1</w:t>
      </w:r>
    </w:p>
    <w:p w:rsidR="00803298" w:rsidRPr="00803298" w:rsidRDefault="00803298" w:rsidP="00803298">
      <w:pPr>
        <w:rPr>
          <w:rFonts w:eastAsia="Segoe UI Mono" w:cstheme="minorHAnsi"/>
          <w:lang w:val="fr-CA"/>
        </w:rPr>
      </w:pPr>
      <w:r>
        <w:rPr>
          <w:rFonts w:eastAsia="Segoe UI Mono" w:cstheme="minorHAnsi"/>
          <w:lang w:val="fr-CA"/>
        </w:rPr>
        <w:t>A2</w:t>
      </w:r>
      <w:r w:rsidRPr="00803298">
        <w:rPr>
          <w:rFonts w:eastAsia="Segoe UI Mono" w:cstheme="minorHAnsi"/>
          <w:lang w:val="fr-CA"/>
        </w:rPr>
        <w:t>Y1+</w:t>
      </w:r>
      <w:r w:rsidRPr="00803298">
        <w:rPr>
          <w:rFonts w:eastAsia="Segoe UI Mono" w:cstheme="minorHAnsi"/>
          <w:lang w:val="fr-CA"/>
        </w:rPr>
        <w:tab/>
        <w:t>A</w:t>
      </w:r>
      <w:r>
        <w:rPr>
          <w:rFonts w:eastAsia="Segoe UI Mono" w:cstheme="minorHAnsi"/>
          <w:lang w:val="fr-CA"/>
        </w:rPr>
        <w:t>4</w:t>
      </w:r>
      <w:r w:rsidRPr="00803298">
        <w:rPr>
          <w:rFonts w:eastAsia="Segoe UI Mono" w:cstheme="minorHAnsi"/>
          <w:lang w:val="fr-CA"/>
        </w:rPr>
        <w:t>Y2+</w:t>
      </w:r>
      <w:r w:rsidRPr="00803298">
        <w:rPr>
          <w:rFonts w:eastAsia="Segoe UI Mono" w:cstheme="minorHAnsi"/>
          <w:lang w:val="fr-CA"/>
        </w:rPr>
        <w:tab/>
        <w:t>A</w:t>
      </w:r>
      <w:r>
        <w:rPr>
          <w:rFonts w:eastAsia="Segoe UI Mono" w:cstheme="minorHAnsi"/>
          <w:lang w:val="fr-CA"/>
        </w:rPr>
        <w:t>6</w:t>
      </w:r>
      <w:r w:rsidRPr="00803298">
        <w:rPr>
          <w:rFonts w:eastAsia="Segoe UI Mono" w:cstheme="minorHAnsi"/>
          <w:lang w:val="fr-CA"/>
        </w:rPr>
        <w:t>Y3 ≥ C</w:t>
      </w:r>
      <w:r>
        <w:rPr>
          <w:rFonts w:eastAsia="Segoe UI Mono" w:cstheme="minorHAnsi"/>
          <w:lang w:val="fr-CA"/>
        </w:rPr>
        <w:t>2</w:t>
      </w:r>
    </w:p>
    <w:p w:rsidR="002C0EF9" w:rsidRPr="00803298" w:rsidRDefault="002C0EF9">
      <w:pPr>
        <w:rPr>
          <w:rFonts w:eastAsia="Segoe UI Mono" w:cstheme="minorHAnsi"/>
          <w:lang w:val="fr-CA"/>
        </w:rPr>
      </w:pPr>
    </w:p>
    <w:p w:rsidR="00D25AA4" w:rsidRPr="005A7FD6" w:rsidRDefault="00D25AA4" w:rsidP="00D25AA4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=============================================================</w:t>
      </w:r>
    </w:p>
    <w:p w:rsidR="006B1651" w:rsidRPr="00462391" w:rsidRDefault="00462391">
      <w:pPr>
        <w:rPr>
          <w:rFonts w:eastAsia="Segoe UI Mono" w:cstheme="minorHAnsi"/>
          <w:b/>
        </w:rPr>
      </w:pPr>
      <w:r w:rsidRPr="00462391">
        <w:rPr>
          <w:rFonts w:eastAsia="Segoe UI Mono" w:cstheme="minorHAnsi"/>
          <w:b/>
        </w:rPr>
        <w:t xml:space="preserve">MAXIMIZATION </w:t>
      </w:r>
      <w:r w:rsidR="008E4166" w:rsidRPr="00462391">
        <w:rPr>
          <w:rFonts w:eastAsia="Segoe UI Mono" w:cstheme="minorHAnsi"/>
          <w:b/>
        </w:rPr>
        <w:t>INPUT</w:t>
      </w:r>
    </w:p>
    <w:p w:rsidR="005F2CF9" w:rsidRPr="005A7FD6" w:rsidRDefault="005F2CF9" w:rsidP="005F2CF9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C = {C1, C2</w:t>
      </w:r>
      <w:proofErr w:type="gramStart"/>
      <w:r w:rsidRPr="005A7FD6">
        <w:rPr>
          <w:rFonts w:eastAsia="Segoe UI Mono" w:cstheme="minorHAnsi"/>
        </w:rPr>
        <w:t>}=</w:t>
      </w:r>
      <w:proofErr w:type="gramEnd"/>
      <w:r w:rsidRPr="005A7FD6">
        <w:rPr>
          <w:rFonts w:eastAsia="Segoe UI Mono" w:cstheme="minorHAnsi"/>
        </w:rPr>
        <w:t xml:space="preserve"> L1</w:t>
      </w:r>
    </w:p>
    <w:p w:rsidR="005F2CF9" w:rsidRPr="005A7FD6" w:rsidRDefault="005F2CF9" w:rsidP="005F2CF9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b = {b1, b2</w:t>
      </w:r>
      <w:proofErr w:type="gramStart"/>
      <w:r>
        <w:rPr>
          <w:rFonts w:eastAsia="Segoe UI Mono" w:cstheme="minorHAnsi"/>
        </w:rPr>
        <w:t>,b3</w:t>
      </w:r>
      <w:proofErr w:type="gramEnd"/>
      <w:r w:rsidRPr="005A7FD6">
        <w:rPr>
          <w:rFonts w:eastAsia="Segoe UI Mono" w:cstheme="minorHAnsi"/>
        </w:rPr>
        <w:t>}= L2</w:t>
      </w:r>
    </w:p>
    <w:p w:rsidR="005F2CF9" w:rsidRPr="005A7FD6" w:rsidRDefault="005F2CF9" w:rsidP="005F2CF9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A = [</w:t>
      </w:r>
      <w:r w:rsidRPr="005A7FD6">
        <w:rPr>
          <w:rFonts w:eastAsia="Segoe UI Mono" w:cstheme="minorHAnsi"/>
        </w:rPr>
        <w:tab/>
        <w:t>A1</w:t>
      </w:r>
      <w:r w:rsidRPr="005A7FD6">
        <w:rPr>
          <w:rFonts w:eastAsia="Segoe UI Mono" w:cstheme="minorHAnsi"/>
        </w:rPr>
        <w:tab/>
        <w:t xml:space="preserve">A2 </w:t>
      </w:r>
    </w:p>
    <w:p w:rsidR="005F2CF9" w:rsidRDefault="005F2CF9" w:rsidP="005F2CF9">
      <w:pPr>
        <w:rPr>
          <w:rFonts w:eastAsia="Segoe UI Mono" w:cstheme="minorHAnsi"/>
        </w:rPr>
      </w:pPr>
      <w:r>
        <w:rPr>
          <w:rFonts w:eastAsia="Segoe UI Mono" w:cstheme="minorHAnsi"/>
        </w:rPr>
        <w:tab/>
        <w:t>A3</w:t>
      </w:r>
      <w:r>
        <w:rPr>
          <w:rFonts w:eastAsia="Segoe UI Mono" w:cstheme="minorHAnsi"/>
        </w:rPr>
        <w:tab/>
        <w:t xml:space="preserve">A4 </w:t>
      </w:r>
    </w:p>
    <w:p w:rsidR="005F2CF9" w:rsidRPr="005A7FD6" w:rsidRDefault="005F2CF9" w:rsidP="005F2CF9">
      <w:pPr>
        <w:rPr>
          <w:rFonts w:eastAsia="Segoe UI Mono" w:cstheme="minorHAnsi"/>
        </w:rPr>
      </w:pPr>
      <w:r>
        <w:rPr>
          <w:rFonts w:eastAsia="Segoe UI Mono" w:cstheme="minorHAnsi"/>
        </w:rPr>
        <w:tab/>
        <w:t>A5</w:t>
      </w:r>
      <w:r>
        <w:rPr>
          <w:rFonts w:eastAsia="Segoe UI Mono" w:cstheme="minorHAnsi"/>
        </w:rPr>
        <w:tab/>
      </w:r>
      <w:proofErr w:type="gramStart"/>
      <w:r>
        <w:rPr>
          <w:rFonts w:eastAsia="Segoe UI Mono" w:cstheme="minorHAnsi"/>
        </w:rPr>
        <w:t>A6</w:t>
      </w:r>
      <w:r w:rsidRPr="005A7FD6">
        <w:rPr>
          <w:rFonts w:eastAsia="Segoe UI Mono" w:cstheme="minorHAnsi"/>
        </w:rPr>
        <w:t xml:space="preserve"> ]</w:t>
      </w:r>
      <w:proofErr w:type="gramEnd"/>
    </w:p>
    <w:p w:rsidR="005F2CF9" w:rsidRPr="00FC7896" w:rsidRDefault="005F2CF9" w:rsidP="005F2CF9">
      <w:pPr>
        <w:rPr>
          <w:rFonts w:eastAsia="Segoe UI Mono" w:cstheme="minorHAnsi"/>
        </w:rPr>
      </w:pPr>
      <w:r w:rsidRPr="00FC7896">
        <w:rPr>
          <w:rFonts w:eastAsia="Segoe UI Mono" w:cstheme="minorHAnsi"/>
        </w:rPr>
        <w:t>= [A]</w:t>
      </w:r>
    </w:p>
    <w:p w:rsidR="005F2CF9" w:rsidRPr="00FC7896" w:rsidRDefault="005F2CF9" w:rsidP="005F2CF9">
      <w:pPr>
        <w:rPr>
          <w:rFonts w:eastAsia="Segoe UI Mono" w:cstheme="minorHAnsi"/>
        </w:rPr>
      </w:pPr>
      <w:r w:rsidRPr="00FC7896">
        <w:rPr>
          <w:rFonts w:eastAsia="Segoe UI Mono" w:cstheme="minorHAnsi"/>
        </w:rPr>
        <w:t>OUTPUT</w:t>
      </w:r>
    </w:p>
    <w:p w:rsidR="005F2CF9" w:rsidRPr="005A7FD6" w:rsidRDefault="005F2CF9" w:rsidP="005F2CF9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X = [X1</w:t>
      </w:r>
      <w:r w:rsidRPr="005A7FD6">
        <w:rPr>
          <w:rFonts w:eastAsia="Segoe UI Mono" w:cstheme="minorHAnsi"/>
          <w:lang w:val="fr-CA"/>
        </w:rPr>
        <w:tab/>
        <w:t>X2]= LE</w:t>
      </w:r>
    </w:p>
    <w:p w:rsidR="005F2CF9" w:rsidRPr="005A7FD6" w:rsidRDefault="005F2CF9" w:rsidP="005F2CF9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Z = Z</w:t>
      </w:r>
    </w:p>
    <w:p w:rsidR="00462391" w:rsidRPr="00987C0E" w:rsidRDefault="00462391">
      <w:pPr>
        <w:rPr>
          <w:rFonts w:eastAsia="Segoe UI Mono" w:cstheme="minorHAnsi"/>
        </w:rPr>
      </w:pPr>
    </w:p>
    <w:p w:rsidR="00462391" w:rsidRPr="00462391" w:rsidRDefault="00462391" w:rsidP="00462391">
      <w:pPr>
        <w:rPr>
          <w:rFonts w:eastAsia="Segoe UI Mono" w:cstheme="minorHAnsi"/>
          <w:b/>
        </w:rPr>
      </w:pPr>
      <w:r>
        <w:rPr>
          <w:rFonts w:eastAsia="Segoe UI Mono" w:cstheme="minorHAnsi"/>
          <w:b/>
        </w:rPr>
        <w:t>MINIMIZATION</w:t>
      </w:r>
      <w:r w:rsidRPr="00462391">
        <w:rPr>
          <w:rFonts w:eastAsia="Segoe UI Mono" w:cstheme="minorHAnsi"/>
          <w:b/>
        </w:rPr>
        <w:t xml:space="preserve"> INPUT</w:t>
      </w:r>
    </w:p>
    <w:p w:rsidR="00DE3F01" w:rsidRPr="005A7FD6" w:rsidRDefault="00DE3F01" w:rsidP="00DE3F01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C = {C1, C2</w:t>
      </w:r>
      <w:proofErr w:type="gramStart"/>
      <w:r w:rsidRPr="005A7FD6">
        <w:rPr>
          <w:rFonts w:eastAsia="Segoe UI Mono" w:cstheme="minorHAnsi"/>
        </w:rPr>
        <w:t>}=</w:t>
      </w:r>
      <w:proofErr w:type="gramEnd"/>
      <w:r w:rsidRPr="005A7FD6">
        <w:rPr>
          <w:rFonts w:eastAsia="Segoe UI Mono" w:cstheme="minorHAnsi"/>
        </w:rPr>
        <w:t xml:space="preserve"> L</w:t>
      </w:r>
      <w:r>
        <w:rPr>
          <w:rFonts w:eastAsia="Segoe UI Mono" w:cstheme="minorHAnsi"/>
        </w:rPr>
        <w:t>2</w:t>
      </w:r>
    </w:p>
    <w:p w:rsidR="00DE3F01" w:rsidRPr="005A7FD6" w:rsidRDefault="00DE3F01" w:rsidP="00DE3F01">
      <w:pPr>
        <w:rPr>
          <w:rFonts w:eastAsia="Segoe UI Mono" w:cstheme="minorHAnsi"/>
        </w:rPr>
      </w:pPr>
      <w:r>
        <w:rPr>
          <w:rFonts w:eastAsia="Segoe UI Mono" w:cstheme="minorHAnsi"/>
        </w:rPr>
        <w:t>b = {b1, b2</w:t>
      </w:r>
      <w:proofErr w:type="gramStart"/>
      <w:r>
        <w:rPr>
          <w:rFonts w:eastAsia="Segoe UI Mono" w:cstheme="minorHAnsi"/>
        </w:rPr>
        <w:t>,b3</w:t>
      </w:r>
      <w:proofErr w:type="gramEnd"/>
      <w:r>
        <w:rPr>
          <w:rFonts w:eastAsia="Segoe UI Mono" w:cstheme="minorHAnsi"/>
        </w:rPr>
        <w:t>}= L1</w:t>
      </w:r>
    </w:p>
    <w:p w:rsidR="00987C0E" w:rsidRPr="005A7FD6" w:rsidRDefault="00987C0E" w:rsidP="00987C0E">
      <w:pPr>
        <w:rPr>
          <w:rFonts w:eastAsia="Segoe UI Mono" w:cstheme="minorHAnsi"/>
        </w:rPr>
      </w:pPr>
      <w:r>
        <w:rPr>
          <w:rFonts w:eastAsia="Segoe UI Mono" w:cstheme="minorHAnsi"/>
        </w:rPr>
        <w:t>A = [</w:t>
      </w:r>
      <w:r>
        <w:rPr>
          <w:rFonts w:eastAsia="Segoe UI Mono" w:cstheme="minorHAnsi"/>
        </w:rPr>
        <w:tab/>
        <w:t>A1</w:t>
      </w:r>
      <w:r>
        <w:rPr>
          <w:rFonts w:eastAsia="Segoe UI Mono" w:cstheme="minorHAnsi"/>
        </w:rPr>
        <w:tab/>
        <w:t>A3</w:t>
      </w:r>
      <w:r>
        <w:rPr>
          <w:rFonts w:eastAsia="Segoe UI Mono" w:cstheme="minorHAnsi"/>
        </w:rPr>
        <w:tab/>
        <w:t>A5</w:t>
      </w:r>
    </w:p>
    <w:p w:rsidR="00987C0E" w:rsidRPr="005A7FD6" w:rsidRDefault="00987C0E" w:rsidP="00987C0E">
      <w:pPr>
        <w:rPr>
          <w:rFonts w:eastAsia="Segoe UI Mono" w:cstheme="minorHAnsi"/>
        </w:rPr>
      </w:pPr>
      <w:r>
        <w:rPr>
          <w:rFonts w:eastAsia="Segoe UI Mono" w:cstheme="minorHAnsi"/>
        </w:rPr>
        <w:tab/>
      </w:r>
      <w:r w:rsidRPr="005A7FD6">
        <w:rPr>
          <w:rFonts w:eastAsia="Segoe UI Mono" w:cstheme="minorHAnsi"/>
        </w:rPr>
        <w:t>A</w:t>
      </w:r>
      <w:r>
        <w:rPr>
          <w:rFonts w:eastAsia="Segoe UI Mono" w:cstheme="minorHAnsi"/>
        </w:rPr>
        <w:t>2</w:t>
      </w:r>
      <w:r w:rsidRPr="005A7FD6">
        <w:rPr>
          <w:rFonts w:eastAsia="Segoe UI Mono" w:cstheme="minorHAnsi"/>
        </w:rPr>
        <w:tab/>
        <w:t>A4</w:t>
      </w:r>
      <w:r>
        <w:rPr>
          <w:rFonts w:eastAsia="Segoe UI Mono" w:cstheme="minorHAnsi"/>
        </w:rPr>
        <w:tab/>
      </w:r>
      <w:proofErr w:type="gramStart"/>
      <w:r>
        <w:rPr>
          <w:rFonts w:eastAsia="Segoe UI Mono" w:cstheme="minorHAnsi"/>
        </w:rPr>
        <w:t>A6</w:t>
      </w:r>
      <w:r w:rsidRPr="005A7FD6">
        <w:rPr>
          <w:rFonts w:eastAsia="Segoe UI Mono" w:cstheme="minorHAnsi"/>
        </w:rPr>
        <w:t xml:space="preserve"> ]</w:t>
      </w:r>
      <w:proofErr w:type="gramEnd"/>
    </w:p>
    <w:p w:rsidR="00DE3F01" w:rsidRPr="005A7FD6" w:rsidRDefault="00DE3F01" w:rsidP="00DE3F01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= [A]</w:t>
      </w:r>
    </w:p>
    <w:p w:rsidR="00DE3F01" w:rsidRPr="00DE3F01" w:rsidRDefault="00DE3F01" w:rsidP="00DE3F01">
      <w:pPr>
        <w:rPr>
          <w:rFonts w:eastAsia="Segoe UI Mono" w:cstheme="minorHAnsi"/>
        </w:rPr>
      </w:pPr>
      <w:r w:rsidRPr="00DE3F01">
        <w:rPr>
          <w:rFonts w:eastAsia="Segoe UI Mono" w:cstheme="minorHAnsi"/>
        </w:rPr>
        <w:t>OUTPUT</w:t>
      </w:r>
    </w:p>
    <w:p w:rsidR="00DE3F01" w:rsidRPr="005F2CF9" w:rsidRDefault="005F2CF9" w:rsidP="00DE3F01">
      <w:pPr>
        <w:rPr>
          <w:rFonts w:eastAsia="Segoe UI Mono" w:cstheme="minorHAnsi"/>
          <w:lang w:val="fr-CA"/>
        </w:rPr>
      </w:pPr>
      <w:r w:rsidRPr="005F2CF9">
        <w:rPr>
          <w:rFonts w:eastAsia="Segoe UI Mono" w:cstheme="minorHAnsi"/>
          <w:lang w:val="fr-CA"/>
        </w:rPr>
        <w:t>Y</w:t>
      </w:r>
      <w:r w:rsidR="00DE3F01" w:rsidRPr="005F2CF9">
        <w:rPr>
          <w:rFonts w:eastAsia="Segoe UI Mono" w:cstheme="minorHAnsi"/>
          <w:lang w:val="fr-CA"/>
        </w:rPr>
        <w:t xml:space="preserve"> = [</w:t>
      </w:r>
      <w:r w:rsidRPr="005F2CF9">
        <w:rPr>
          <w:rFonts w:eastAsia="Segoe UI Mono" w:cstheme="minorHAnsi"/>
          <w:lang w:val="fr-CA"/>
        </w:rPr>
        <w:t>Y1</w:t>
      </w:r>
      <w:r w:rsidRPr="005F2CF9">
        <w:rPr>
          <w:rFonts w:eastAsia="Segoe UI Mono" w:cstheme="minorHAnsi"/>
          <w:lang w:val="fr-CA"/>
        </w:rPr>
        <w:tab/>
      </w:r>
      <w:r>
        <w:rPr>
          <w:rFonts w:eastAsia="Segoe UI Mono" w:cstheme="minorHAnsi"/>
          <w:lang w:val="fr-CA"/>
        </w:rPr>
        <w:t>Y</w:t>
      </w:r>
      <w:r w:rsidR="00DE3F01" w:rsidRPr="005F2CF9">
        <w:rPr>
          <w:rFonts w:eastAsia="Segoe UI Mono" w:cstheme="minorHAnsi"/>
          <w:lang w:val="fr-CA"/>
        </w:rPr>
        <w:t>2</w:t>
      </w:r>
      <w:r>
        <w:rPr>
          <w:rFonts w:eastAsia="Segoe UI Mono" w:cstheme="minorHAnsi"/>
          <w:lang w:val="fr-CA"/>
        </w:rPr>
        <w:t xml:space="preserve">  Y3]= LF</w:t>
      </w:r>
    </w:p>
    <w:p w:rsidR="00DE3F01" w:rsidRPr="005F2CF9" w:rsidRDefault="00DE3F01" w:rsidP="00DE3F01">
      <w:pPr>
        <w:rPr>
          <w:rFonts w:eastAsia="Segoe UI Mono" w:cstheme="minorHAnsi"/>
          <w:lang w:val="fr-CA"/>
        </w:rPr>
      </w:pPr>
      <w:r w:rsidRPr="005F2CF9">
        <w:rPr>
          <w:rFonts w:eastAsia="Segoe UI Mono" w:cstheme="minorHAnsi"/>
          <w:lang w:val="fr-CA"/>
        </w:rPr>
        <w:t>Z = Z</w:t>
      </w:r>
    </w:p>
    <w:p w:rsidR="00462391" w:rsidRPr="005F2CF9" w:rsidRDefault="00462391">
      <w:pPr>
        <w:rPr>
          <w:rFonts w:eastAsia="Segoe UI Mono" w:cstheme="minorHAnsi"/>
          <w:lang w:val="fr-CA"/>
        </w:rPr>
      </w:pPr>
    </w:p>
    <w:p w:rsidR="00D25AA4" w:rsidRPr="005F2CF9" w:rsidRDefault="00D25AA4" w:rsidP="00D25AA4">
      <w:pPr>
        <w:rPr>
          <w:rFonts w:eastAsia="Segoe UI Mono" w:cstheme="minorHAnsi"/>
          <w:lang w:val="fr-CA"/>
        </w:rPr>
      </w:pPr>
      <w:r w:rsidRPr="005F2CF9">
        <w:rPr>
          <w:rFonts w:eastAsia="Segoe UI Mono" w:cstheme="minorHAnsi"/>
          <w:lang w:val="fr-CA"/>
        </w:rPr>
        <w:t>=============================================================</w:t>
      </w:r>
    </w:p>
    <w:p w:rsidR="006B1651" w:rsidRPr="005F2CF9" w:rsidRDefault="008E4166">
      <w:pPr>
        <w:rPr>
          <w:rFonts w:eastAsia="Segoe UI Mono" w:cstheme="minorHAnsi"/>
          <w:lang w:val="fr-CA"/>
        </w:rPr>
      </w:pPr>
      <w:r w:rsidRPr="005F2CF9">
        <w:rPr>
          <w:rFonts w:eastAsia="Segoe UI Mono" w:cstheme="minorHAnsi"/>
          <w:lang w:val="fr-CA"/>
        </w:rPr>
        <w:t>DIM(L1)</w:t>
      </w:r>
      <w:r w:rsidRPr="005F2CF9">
        <w:rPr>
          <w:rFonts w:eastAsia="Segoe UI Mono" w:cstheme="minorHAnsi"/>
          <w:lang w:val="fr-CA"/>
        </w:rPr>
        <w:tab/>
        <w:t xml:space="preserve"> -&gt;</w:t>
      </w:r>
      <w:r w:rsidRPr="005F2CF9">
        <w:rPr>
          <w:rFonts w:eastAsia="Segoe UI Mono" w:cstheme="minorHAnsi"/>
          <w:lang w:val="fr-CA"/>
        </w:rPr>
        <w:tab/>
        <w:t>N</w:t>
      </w:r>
    </w:p>
    <w:p w:rsidR="006B1651" w:rsidRPr="005F2CF9" w:rsidRDefault="008E4166">
      <w:pPr>
        <w:rPr>
          <w:rFonts w:eastAsia="Segoe UI Mono" w:cstheme="minorHAnsi"/>
          <w:lang w:val="fr-CA"/>
        </w:rPr>
      </w:pPr>
      <w:r w:rsidRPr="005F2CF9">
        <w:rPr>
          <w:rFonts w:eastAsia="Segoe UI Mono" w:cstheme="minorHAnsi"/>
          <w:lang w:val="fr-CA"/>
        </w:rPr>
        <w:t>DIM(L2)</w:t>
      </w:r>
      <w:r w:rsidRPr="005F2CF9">
        <w:rPr>
          <w:rFonts w:eastAsia="Segoe UI Mono" w:cstheme="minorHAnsi"/>
          <w:lang w:val="fr-CA"/>
        </w:rPr>
        <w:tab/>
        <w:t xml:space="preserve"> -&gt;</w:t>
      </w:r>
      <w:r w:rsidRPr="005F2CF9">
        <w:rPr>
          <w:rFonts w:eastAsia="Segoe UI Mono" w:cstheme="minorHAnsi"/>
          <w:lang w:val="fr-CA"/>
        </w:rPr>
        <w:tab/>
        <w:t>M</w:t>
      </w:r>
    </w:p>
    <w:p w:rsidR="006B1651" w:rsidRDefault="00FA6C5E">
      <w:pPr>
        <w:rPr>
          <w:rFonts w:eastAsia="Segoe UI Mono" w:cstheme="minorHAnsi"/>
          <w:lang w:val="fr-CA"/>
        </w:rPr>
      </w:pPr>
      <w:r>
        <w:rPr>
          <w:rFonts w:eastAsia="Segoe UI Mono" w:cstheme="minorHAnsi"/>
          <w:lang w:val="fr-CA"/>
        </w:rPr>
        <w:t>{1,1</w:t>
      </w:r>
      <w:r w:rsidR="008E4166" w:rsidRPr="005A7FD6">
        <w:rPr>
          <w:rFonts w:eastAsia="Segoe UI Mono" w:cstheme="minorHAnsi"/>
          <w:lang w:val="fr-CA"/>
        </w:rPr>
        <w:t>}</w:t>
      </w:r>
      <w:r w:rsidR="008E4166" w:rsidRPr="005A7FD6">
        <w:rPr>
          <w:rFonts w:eastAsia="Segoe UI Mono" w:cstheme="minorHAnsi"/>
          <w:lang w:val="fr-CA"/>
        </w:rPr>
        <w:tab/>
        <w:t>-&gt;</w:t>
      </w:r>
      <w:r w:rsidR="008E4166" w:rsidRPr="005A7FD6">
        <w:rPr>
          <w:rFonts w:eastAsia="Segoe UI Mono" w:cstheme="minorHAnsi"/>
          <w:lang w:val="fr-CA"/>
        </w:rPr>
        <w:tab/>
      </w:r>
      <w:proofErr w:type="gramStart"/>
      <w:r w:rsidR="008E4166" w:rsidRPr="005A7FD6">
        <w:rPr>
          <w:rFonts w:eastAsia="Segoe UI Mono" w:cstheme="minorHAnsi"/>
          <w:lang w:val="fr-CA"/>
        </w:rPr>
        <w:t>DIM[</w:t>
      </w:r>
      <w:proofErr w:type="gramEnd"/>
      <w:r w:rsidR="008E4166" w:rsidRPr="005A7FD6">
        <w:rPr>
          <w:rFonts w:eastAsia="Segoe UI Mono" w:cstheme="minorHAnsi"/>
          <w:lang w:val="fr-CA"/>
        </w:rPr>
        <w:t>B]</w:t>
      </w:r>
    </w:p>
    <w:p w:rsidR="006B1651" w:rsidRPr="005F2CF9" w:rsidRDefault="008E4166">
      <w:pPr>
        <w:rPr>
          <w:rFonts w:eastAsia="Segoe UI Mono" w:cstheme="minorHAnsi"/>
          <w:lang w:val="fr-CA"/>
        </w:rPr>
      </w:pPr>
      <w:r w:rsidRPr="005F2CF9">
        <w:rPr>
          <w:rFonts w:eastAsia="Segoe UI Mono" w:cstheme="minorHAnsi"/>
          <w:lang w:val="fr-CA"/>
        </w:rPr>
        <w:t>0</w:t>
      </w:r>
      <w:r w:rsidRPr="005F2CF9">
        <w:rPr>
          <w:rFonts w:eastAsia="Segoe UI Mono" w:cstheme="minorHAnsi"/>
          <w:lang w:val="fr-CA"/>
        </w:rPr>
        <w:tab/>
        <w:t>-&gt;</w:t>
      </w:r>
      <w:r w:rsidRPr="005F2CF9">
        <w:rPr>
          <w:rFonts w:eastAsia="Segoe UI Mono" w:cstheme="minorHAnsi"/>
          <w:lang w:val="fr-CA"/>
        </w:rPr>
        <w:tab/>
        <w:t>DIM(L5)</w:t>
      </w:r>
    </w:p>
    <w:p w:rsidR="00DB3E44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DISP </w:t>
      </w:r>
      <w:r w:rsidR="00DB3E44">
        <w:rPr>
          <w:rFonts w:eastAsia="Segoe UI Mono" w:cstheme="minorHAnsi"/>
        </w:rPr>
        <w:tab/>
      </w:r>
      <w:r w:rsidRPr="005A7FD6">
        <w:rPr>
          <w:rFonts w:eastAsia="Segoe UI Mono" w:cstheme="minorHAnsi"/>
        </w:rPr>
        <w:t xml:space="preserve">"CHOOSE 1 FOR MAXIMIZATION SETUP </w:t>
      </w:r>
      <w:r w:rsidR="00462391">
        <w:rPr>
          <w:rFonts w:eastAsia="Segoe UI Mono" w:cstheme="minorHAnsi"/>
        </w:rPr>
        <w:t>OR</w:t>
      </w:r>
    </w:p>
    <w:p w:rsidR="006B1651" w:rsidRPr="005A7FD6" w:rsidRDefault="00DB3E44">
      <w:pPr>
        <w:rPr>
          <w:rFonts w:eastAsia="Segoe UI Mono" w:cstheme="minorHAnsi"/>
        </w:rPr>
      </w:pPr>
      <w:r>
        <w:rPr>
          <w:rFonts w:eastAsia="Segoe UI Mono" w:cstheme="minorHAnsi"/>
        </w:rPr>
        <w:tab/>
      </w:r>
      <w:r w:rsidR="008E4166" w:rsidRPr="005A7FD6">
        <w:rPr>
          <w:rFonts w:eastAsia="Segoe UI Mono" w:cstheme="minorHAnsi"/>
        </w:rPr>
        <w:t xml:space="preserve">2 FOR MINIMIZATION </w:t>
      </w:r>
      <w:proofErr w:type="gramStart"/>
      <w:r w:rsidR="008E4166" w:rsidRPr="005A7FD6">
        <w:rPr>
          <w:rFonts w:eastAsia="Segoe UI Mono" w:cstheme="minorHAnsi"/>
        </w:rPr>
        <w:t>SETUP "</w:t>
      </w:r>
      <w:proofErr w:type="gramEnd"/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INPUT X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F55CCE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IF X</w:t>
      </w:r>
      <w:r w:rsidRPr="005A7FD6">
        <w:rPr>
          <w:rFonts w:eastAsia="Segoe UI Mono" w:cstheme="minorHAnsi"/>
        </w:rPr>
        <w:tab/>
        <w:t>=</w:t>
      </w:r>
      <w:r w:rsidRPr="005A7FD6">
        <w:rPr>
          <w:rFonts w:eastAsia="Segoe UI Mono" w:cstheme="minorHAnsi"/>
        </w:rPr>
        <w:tab/>
        <w:t>1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THEN GOTO 2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ELSE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(A</w:t>
      </w:r>
      <w:proofErr w:type="gramStart"/>
      <w:r w:rsidRPr="005A7FD6">
        <w:rPr>
          <w:rFonts w:eastAsia="Segoe UI Mono" w:cstheme="minorHAnsi"/>
        </w:rPr>
        <w:t>,1,N,1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</w:t>
      </w:r>
      <w:r w:rsidRPr="005A7FD6">
        <w:rPr>
          <w:rFonts w:eastAsia="Segoe UI Mono" w:cstheme="minorHAnsi"/>
          <w:vertAlign w:val="subscript"/>
        </w:rPr>
        <w:t>1</w:t>
      </w:r>
      <w:r w:rsidRPr="005A7FD6">
        <w:rPr>
          <w:rFonts w:eastAsia="Segoe UI Mono" w:cstheme="minorHAnsi"/>
        </w:rPr>
        <w:t>(</w:t>
      </w:r>
      <w:proofErr w:type="gramEnd"/>
      <w:r w:rsidRPr="005A7FD6">
        <w:rPr>
          <w:rFonts w:eastAsia="Segoe UI Mono" w:cstheme="minorHAnsi"/>
        </w:rPr>
        <w:t>A)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</w:t>
      </w:r>
      <w:r w:rsidRPr="005A7FD6">
        <w:rPr>
          <w:rFonts w:eastAsia="Segoe UI Mono" w:cstheme="minorHAnsi"/>
          <w:vertAlign w:val="subscript"/>
        </w:rPr>
        <w:t>5</w:t>
      </w:r>
      <w:r w:rsidRPr="005A7FD6">
        <w:rPr>
          <w:rFonts w:eastAsia="Segoe UI Mono" w:cstheme="minorHAnsi"/>
        </w:rPr>
        <w:t>(A)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0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DIM(</w:t>
      </w:r>
      <w:proofErr w:type="gramEnd"/>
      <w:r w:rsidRPr="005A7FD6">
        <w:rPr>
          <w:rFonts w:eastAsia="Segoe UI Mono" w:cstheme="minorHAnsi"/>
        </w:rPr>
        <w:t>L</w:t>
      </w:r>
      <w:r w:rsidRPr="005A7FD6">
        <w:rPr>
          <w:rFonts w:eastAsia="Segoe UI Mono" w:cstheme="minorHAnsi"/>
          <w:vertAlign w:val="subscript"/>
        </w:rPr>
        <w:t>1</w:t>
      </w:r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(B</w:t>
      </w:r>
      <w:proofErr w:type="gramStart"/>
      <w:r w:rsidRPr="005A7FD6">
        <w:rPr>
          <w:rFonts w:eastAsia="Segoe UI Mono" w:cstheme="minorHAnsi"/>
        </w:rPr>
        <w:t>,1,M,1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</w:t>
      </w:r>
      <w:r w:rsidRPr="005A7FD6">
        <w:rPr>
          <w:rFonts w:eastAsia="Segoe UI Mono" w:cstheme="minorHAnsi"/>
          <w:vertAlign w:val="subscript"/>
        </w:rPr>
        <w:t>2</w:t>
      </w:r>
      <w:r w:rsidRPr="005A7FD6">
        <w:rPr>
          <w:rFonts w:eastAsia="Segoe UI Mono" w:cstheme="minorHAnsi"/>
        </w:rPr>
        <w:t>(</w:t>
      </w:r>
      <w:proofErr w:type="gramEnd"/>
      <w:r w:rsidRPr="005A7FD6">
        <w:rPr>
          <w:rFonts w:eastAsia="Segoe UI Mono" w:cstheme="minorHAnsi"/>
        </w:rPr>
        <w:t>B)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</w:t>
      </w:r>
      <w:r w:rsidRPr="005A7FD6">
        <w:rPr>
          <w:rFonts w:eastAsia="Segoe UI Mono" w:cstheme="minorHAnsi"/>
          <w:vertAlign w:val="subscript"/>
        </w:rPr>
        <w:t>1</w:t>
      </w:r>
      <w:r w:rsidRPr="005A7FD6">
        <w:rPr>
          <w:rFonts w:eastAsia="Segoe UI Mono" w:cstheme="minorHAnsi"/>
        </w:rPr>
        <w:t>(B)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0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DIM(</w:t>
      </w:r>
      <w:proofErr w:type="gramEnd"/>
      <w:r w:rsidRPr="005A7FD6">
        <w:rPr>
          <w:rFonts w:eastAsia="Segoe UI Mono" w:cstheme="minorHAnsi"/>
        </w:rPr>
        <w:t>L</w:t>
      </w:r>
      <w:r w:rsidRPr="005A7FD6">
        <w:rPr>
          <w:rFonts w:eastAsia="Segoe UI Mono" w:cstheme="minorHAnsi"/>
          <w:vertAlign w:val="subscript"/>
        </w:rPr>
        <w:t>2</w:t>
      </w:r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(C</w:t>
      </w:r>
      <w:proofErr w:type="gramStart"/>
      <w:r w:rsidRPr="005A7FD6">
        <w:rPr>
          <w:rFonts w:eastAsia="Segoe UI Mono" w:cstheme="minorHAnsi"/>
        </w:rPr>
        <w:t>,1,N,1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</w:t>
      </w:r>
      <w:r w:rsidRPr="005A7FD6">
        <w:rPr>
          <w:rFonts w:eastAsia="Segoe UI Mono" w:cstheme="minorHAnsi"/>
          <w:vertAlign w:val="subscript"/>
        </w:rPr>
        <w:t>5</w:t>
      </w:r>
      <w:r w:rsidRPr="005A7FD6">
        <w:rPr>
          <w:rFonts w:eastAsia="Segoe UI Mono" w:cstheme="minorHAnsi"/>
        </w:rPr>
        <w:t>(C)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</w:t>
      </w:r>
      <w:r w:rsidRPr="005A7FD6">
        <w:rPr>
          <w:rFonts w:eastAsia="Segoe UI Mono" w:cstheme="minorHAnsi"/>
          <w:vertAlign w:val="subscript"/>
        </w:rPr>
        <w:t>2</w:t>
      </w:r>
      <w:r w:rsidRPr="005A7FD6">
        <w:rPr>
          <w:rFonts w:eastAsia="Segoe UI Mono" w:cstheme="minorHAnsi"/>
        </w:rPr>
        <w:t>(C)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{N</w:t>
      </w:r>
      <w:proofErr w:type="gramStart"/>
      <w:r w:rsidRPr="005A7FD6">
        <w:rPr>
          <w:rFonts w:eastAsia="Segoe UI Mono" w:cstheme="minorHAnsi"/>
        </w:rPr>
        <w:t>,M</w:t>
      </w:r>
      <w:proofErr w:type="gramEnd"/>
      <w:r w:rsidRPr="005A7FD6">
        <w:rPr>
          <w:rFonts w:eastAsia="Segoe UI Mono" w:cstheme="minorHAnsi"/>
        </w:rPr>
        <w:t>}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DIM(</w:t>
      </w:r>
      <w:proofErr w:type="gramEnd"/>
      <w:r w:rsidRPr="005A7FD6">
        <w:rPr>
          <w:rFonts w:eastAsia="Segoe UI Mono" w:cstheme="minorHAnsi"/>
        </w:rPr>
        <w:t>[B])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</w:t>
      </w:r>
      <w:r w:rsidR="00F55CCE" w:rsidRPr="005A7FD6">
        <w:rPr>
          <w:rFonts w:eastAsia="Segoe UI Mono" w:cstheme="minorHAnsi"/>
        </w:rPr>
        <w:t>C</w:t>
      </w:r>
      <w:proofErr w:type="gramStart"/>
      <w:r w:rsidRPr="005A7FD6">
        <w:rPr>
          <w:rFonts w:eastAsia="Segoe UI Mono" w:cstheme="minorHAnsi"/>
        </w:rPr>
        <w:t>,1,M,1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(D</w:t>
      </w:r>
      <w:proofErr w:type="gramStart"/>
      <w:r w:rsidRPr="005A7FD6">
        <w:rPr>
          <w:rFonts w:eastAsia="Segoe UI Mono" w:cstheme="minorHAnsi"/>
        </w:rPr>
        <w:t>,1,N,1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[A](C</w:t>
      </w:r>
      <w:proofErr w:type="gramStart"/>
      <w:r w:rsidRPr="005A7FD6">
        <w:rPr>
          <w:rFonts w:eastAsia="Segoe UI Mono" w:cstheme="minorHAnsi"/>
        </w:rPr>
        <w:t>,D</w:t>
      </w:r>
      <w:proofErr w:type="gramEnd"/>
      <w:r w:rsidRPr="005A7FD6">
        <w:rPr>
          <w:rFonts w:eastAsia="Segoe UI Mono" w:cstheme="minorHAnsi"/>
        </w:rPr>
        <w:t>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[B</w:t>
      </w:r>
      <w:proofErr w:type="gramStart"/>
      <w:r w:rsidRPr="005A7FD6">
        <w:rPr>
          <w:rFonts w:eastAsia="Segoe UI Mono" w:cstheme="minorHAnsi"/>
        </w:rPr>
        <w:t>](</w:t>
      </w:r>
      <w:proofErr w:type="gramEnd"/>
      <w:r w:rsidRPr="005A7FD6">
        <w:rPr>
          <w:rFonts w:eastAsia="Segoe UI Mono" w:cstheme="minorHAnsi"/>
        </w:rPr>
        <w:t>D,C)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END </w:t>
      </w:r>
      <w:proofErr w:type="spellStart"/>
      <w:r w:rsidRPr="005A7FD6">
        <w:rPr>
          <w:rFonts w:eastAsia="Segoe UI Mono" w:cstheme="minorHAnsi"/>
        </w:rPr>
        <w:t>END</w:t>
      </w:r>
      <w:proofErr w:type="spellEnd"/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{1</w:t>
      </w:r>
      <w:proofErr w:type="gramStart"/>
      <w:r w:rsidRPr="005A7FD6">
        <w:rPr>
          <w:rFonts w:eastAsia="Segoe UI Mono" w:cstheme="minorHAnsi"/>
        </w:rPr>
        <w:t>,1</w:t>
      </w:r>
      <w:proofErr w:type="gramEnd"/>
      <w:r w:rsidRPr="005A7FD6">
        <w:rPr>
          <w:rFonts w:eastAsia="Segoe UI Mono" w:cstheme="minorHAnsi"/>
        </w:rPr>
        <w:t>}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DIM([</w:t>
      </w:r>
      <w:r w:rsidR="0064351A">
        <w:rPr>
          <w:rFonts w:eastAsia="Segoe UI Mono" w:cstheme="minorHAnsi"/>
        </w:rPr>
        <w:t>A</w:t>
      </w:r>
      <w:r w:rsidRPr="005A7FD6">
        <w:rPr>
          <w:rFonts w:eastAsia="Segoe UI Mono" w:cstheme="minorHAnsi"/>
        </w:rPr>
        <w:t>])</w:t>
      </w:r>
    </w:p>
    <w:p w:rsidR="006B1651" w:rsidRPr="005A7FD6" w:rsidRDefault="00F55CCE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 </w:t>
      </w:r>
      <w:r w:rsidR="008E4166" w:rsidRPr="005A7FD6">
        <w:rPr>
          <w:rFonts w:eastAsia="Segoe UI Mono" w:cstheme="minorHAnsi"/>
        </w:rPr>
        <w:t>[B]-</w:t>
      </w:r>
      <w:proofErr w:type="gramStart"/>
      <w:r w:rsidR="008E4166" w:rsidRPr="005A7FD6">
        <w:rPr>
          <w:rFonts w:eastAsia="Segoe UI Mono" w:cstheme="minorHAnsi"/>
        </w:rPr>
        <w:t>&gt;[</w:t>
      </w:r>
      <w:proofErr w:type="gramEnd"/>
      <w:r w:rsidR="008E4166" w:rsidRPr="005A7FD6">
        <w:rPr>
          <w:rFonts w:eastAsia="Segoe UI Mono" w:cstheme="minorHAnsi"/>
        </w:rPr>
        <w:t>A]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LBL 2 </w:t>
      </w:r>
    </w:p>
    <w:p w:rsidR="00F55CCE" w:rsidRPr="00C11CB1" w:rsidRDefault="00F55CCE" w:rsidP="00F55CCE">
      <w:pPr>
        <w:rPr>
          <w:rFonts w:eastAsia="Segoe UI Mono" w:cstheme="minorHAnsi"/>
        </w:rPr>
      </w:pPr>
      <w:proofErr w:type="gramStart"/>
      <w:r w:rsidRPr="00C11CB1">
        <w:rPr>
          <w:rFonts w:eastAsia="Segoe UI Mono" w:cstheme="minorHAnsi"/>
        </w:rPr>
        <w:t>DIM(</w:t>
      </w:r>
      <w:proofErr w:type="gramEnd"/>
      <w:r w:rsidRPr="00C11CB1">
        <w:rPr>
          <w:rFonts w:eastAsia="Segoe UI Mono" w:cstheme="minorHAnsi"/>
        </w:rPr>
        <w:t>L1)</w:t>
      </w:r>
      <w:r w:rsidRPr="00C11CB1">
        <w:rPr>
          <w:rFonts w:eastAsia="Segoe UI Mono" w:cstheme="minorHAnsi"/>
        </w:rPr>
        <w:tab/>
        <w:t xml:space="preserve"> -&gt;</w:t>
      </w:r>
      <w:r w:rsidRPr="00C11CB1">
        <w:rPr>
          <w:rFonts w:eastAsia="Segoe UI Mono" w:cstheme="minorHAnsi"/>
        </w:rPr>
        <w:tab/>
        <w:t>N</w:t>
      </w:r>
    </w:p>
    <w:p w:rsidR="00F55CCE" w:rsidRPr="00C11CB1" w:rsidRDefault="00F55CCE" w:rsidP="00F55CCE">
      <w:pPr>
        <w:rPr>
          <w:rFonts w:eastAsia="Segoe UI Mono" w:cstheme="minorHAnsi"/>
        </w:rPr>
      </w:pPr>
      <w:proofErr w:type="gramStart"/>
      <w:r w:rsidRPr="00C11CB1">
        <w:rPr>
          <w:rFonts w:eastAsia="Segoe UI Mono" w:cstheme="minorHAnsi"/>
        </w:rPr>
        <w:t>DIM(</w:t>
      </w:r>
      <w:proofErr w:type="gramEnd"/>
      <w:r w:rsidRPr="00C11CB1">
        <w:rPr>
          <w:rFonts w:eastAsia="Segoe UI Mono" w:cstheme="minorHAnsi"/>
        </w:rPr>
        <w:t>L2)</w:t>
      </w:r>
      <w:r w:rsidRPr="00C11CB1">
        <w:rPr>
          <w:rFonts w:eastAsia="Segoe UI Mono" w:cstheme="minorHAnsi"/>
        </w:rPr>
        <w:tab/>
        <w:t xml:space="preserve"> -&gt;</w:t>
      </w:r>
      <w:r w:rsidRPr="00C11CB1">
        <w:rPr>
          <w:rFonts w:eastAsia="Segoe UI Mono" w:cstheme="minorHAnsi"/>
        </w:rPr>
        <w:tab/>
        <w:t>M</w:t>
      </w:r>
    </w:p>
    <w:p w:rsidR="00F55CCE" w:rsidRPr="00C11CB1" w:rsidRDefault="00F55CCE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-L1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L1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proofErr w:type="gramStart"/>
      <w:r w:rsidRPr="005A7FD6">
        <w:rPr>
          <w:rFonts w:eastAsia="Segoe UI Mono" w:cstheme="minorHAnsi"/>
          <w:lang w:val="fr-CA"/>
        </w:rPr>
        <w:t>AUGMENT(</w:t>
      </w:r>
      <w:proofErr w:type="gramEnd"/>
      <w:r w:rsidRPr="005A7FD6">
        <w:rPr>
          <w:rFonts w:eastAsia="Segoe UI Mono" w:cstheme="minorHAnsi"/>
          <w:lang w:val="fr-CA"/>
        </w:rPr>
        <w:t>[A],IDENTITY[M])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[C]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K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WHILE </w:t>
      </w:r>
      <w:proofErr w:type="gramStart"/>
      <w:r w:rsidRPr="005A7FD6">
        <w:rPr>
          <w:rFonts w:eastAsia="Segoe UI Mono" w:cstheme="minorHAnsi"/>
        </w:rPr>
        <w:t>L1(</w:t>
      </w:r>
      <w:proofErr w:type="gramEnd"/>
      <w:r w:rsidRPr="005A7FD6">
        <w:rPr>
          <w:rFonts w:eastAsia="Segoe UI Mono" w:cstheme="minorHAnsi"/>
        </w:rPr>
        <w:t>K) ≠ MIN(L1)</w:t>
      </w:r>
    </w:p>
    <w:p w:rsidR="006B1651" w:rsidRPr="00C11CB1" w:rsidRDefault="008E4166">
      <w:pPr>
        <w:rPr>
          <w:rFonts w:eastAsia="Segoe UI Mono" w:cstheme="minorHAnsi"/>
        </w:rPr>
      </w:pPr>
      <w:r w:rsidRPr="00C11CB1">
        <w:rPr>
          <w:rFonts w:eastAsia="Segoe UI Mono" w:cstheme="minorHAnsi"/>
        </w:rPr>
        <w:t>K+1</w:t>
      </w:r>
      <w:r w:rsidRPr="00C11CB1">
        <w:rPr>
          <w:rFonts w:eastAsia="Segoe UI Mono" w:cstheme="minorHAnsi"/>
        </w:rPr>
        <w:tab/>
        <w:t>-&gt;</w:t>
      </w:r>
      <w:r w:rsidRPr="00C11CB1">
        <w:rPr>
          <w:rFonts w:eastAsia="Segoe UI Mono" w:cstheme="minorHAnsi"/>
        </w:rPr>
        <w:tab/>
        <w:t>K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END 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0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DIM(</w:t>
      </w:r>
      <w:proofErr w:type="gramEnd"/>
      <w:r w:rsidRPr="005A7FD6">
        <w:rPr>
          <w:rFonts w:eastAsia="Segoe UI Mono" w:cstheme="minorHAnsi"/>
        </w:rPr>
        <w:t>L4)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M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DIM(</w:t>
      </w:r>
      <w:proofErr w:type="gramEnd"/>
      <w:r w:rsidRPr="005A7FD6">
        <w:rPr>
          <w:rFonts w:eastAsia="Segoe UI Mono" w:cstheme="minorHAnsi"/>
        </w:rPr>
        <w:t>L4)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0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DIM(L3)</w:t>
      </w:r>
    </w:p>
    <w:p w:rsidR="00F55CCE" w:rsidRPr="005A7FD6" w:rsidRDefault="00F55CCE" w:rsidP="00F55CCE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0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DIM(L5)</w:t>
      </w:r>
    </w:p>
    <w:p w:rsidR="006B1651" w:rsidRPr="005A7FD6" w:rsidRDefault="00203D44">
      <w:pPr>
        <w:rPr>
          <w:rFonts w:eastAsia="Segoe UI Mono" w:cstheme="minorHAnsi"/>
          <w:lang w:val="fr-CA"/>
        </w:rPr>
      </w:pPr>
      <w:r>
        <w:rPr>
          <w:rFonts w:eastAsia="Segoe UI Mono" w:cstheme="minorHAnsi"/>
          <w:lang w:val="fr-CA"/>
        </w:rPr>
        <w:t>0</w:t>
      </w:r>
      <w:r>
        <w:rPr>
          <w:rFonts w:eastAsia="Segoe UI Mono" w:cstheme="minorHAnsi"/>
          <w:lang w:val="fr-CA"/>
        </w:rPr>
        <w:tab/>
        <w:t>-&gt;</w:t>
      </w:r>
      <w:r>
        <w:rPr>
          <w:rFonts w:eastAsia="Segoe UI Mono" w:cstheme="minorHAnsi"/>
          <w:lang w:val="fr-CA"/>
        </w:rPr>
        <w:tab/>
        <w:t>DIM(LZ</w:t>
      </w:r>
      <w:r w:rsidR="008E4166" w:rsidRPr="005A7FD6">
        <w:rPr>
          <w:rFonts w:eastAsia="Segoe UI Mono" w:cstheme="minorHAnsi"/>
          <w:lang w:val="fr-CA"/>
        </w:rPr>
        <w:t>)</w:t>
      </w:r>
    </w:p>
    <w:p w:rsidR="00295C7C" w:rsidRPr="00C11CB1" w:rsidRDefault="00295C7C" w:rsidP="00295C7C">
      <w:pPr>
        <w:rPr>
          <w:rFonts w:eastAsia="Segoe UI Mono" w:cstheme="minorHAnsi"/>
        </w:rPr>
      </w:pPr>
      <w:r w:rsidRPr="00C11CB1">
        <w:rPr>
          <w:rFonts w:eastAsia="Segoe UI Mono" w:cstheme="minorHAnsi"/>
        </w:rPr>
        <w:lastRenderedPageBreak/>
        <w:t>{1</w:t>
      </w:r>
      <w:proofErr w:type="gramStart"/>
      <w:r w:rsidRPr="00C11CB1">
        <w:rPr>
          <w:rFonts w:eastAsia="Segoe UI Mono" w:cstheme="minorHAnsi"/>
        </w:rPr>
        <w:t>,1</w:t>
      </w:r>
      <w:proofErr w:type="gramEnd"/>
      <w:r w:rsidRPr="00C11CB1">
        <w:rPr>
          <w:rFonts w:eastAsia="Segoe UI Mono" w:cstheme="minorHAnsi"/>
        </w:rPr>
        <w:t>}</w:t>
      </w:r>
      <w:r w:rsidRPr="00C11CB1">
        <w:rPr>
          <w:rFonts w:eastAsia="Segoe UI Mono" w:cstheme="minorHAnsi"/>
        </w:rPr>
        <w:tab/>
        <w:t>-&gt;</w:t>
      </w:r>
      <w:r w:rsidRPr="00C11CB1">
        <w:rPr>
          <w:rFonts w:eastAsia="Segoe UI Mono" w:cstheme="minorHAnsi"/>
        </w:rPr>
        <w:tab/>
        <w:t>DIM([B])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L2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LD</w:t>
      </w:r>
    </w:p>
    <w:p w:rsidR="00295C7C" w:rsidRPr="005A7FD6" w:rsidRDefault="00295C7C" w:rsidP="00295C7C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</w:t>
      </w:r>
      <w:r w:rsidR="00D7024A" w:rsidRPr="005A7FD6">
        <w:rPr>
          <w:rFonts w:eastAsia="Segoe UI Mono" w:cstheme="minorHAnsi"/>
        </w:rPr>
        <w:t>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LX</w:t>
      </w:r>
    </w:p>
    <w:p w:rsidR="006B1651" w:rsidRPr="005A7FD6" w:rsidRDefault="006B1651">
      <w:pPr>
        <w:rPr>
          <w:rFonts w:eastAsia="Segoe UI Mono" w:cstheme="minorHAnsi"/>
        </w:rPr>
      </w:pPr>
    </w:p>
    <w:p w:rsidR="00295C7C" w:rsidRPr="005A7FD6" w:rsidRDefault="00295C7C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(A</w:t>
      </w:r>
      <w:proofErr w:type="gramStart"/>
      <w:r w:rsidRPr="005A7FD6">
        <w:rPr>
          <w:rFonts w:eastAsia="Segoe UI Mono" w:cstheme="minorHAnsi"/>
        </w:rPr>
        <w:t>,1,M,1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A+N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L3(</w:t>
      </w:r>
      <w:proofErr w:type="gramEnd"/>
      <w:r w:rsidRPr="005A7FD6">
        <w:rPr>
          <w:rFonts w:eastAsia="Segoe UI Mono" w:cstheme="minorHAnsi"/>
        </w:rPr>
        <w:t>A)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LBL 1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AUGMENT (-L</w:t>
      </w:r>
      <w:r w:rsidR="00D7024A" w:rsidRPr="005A7FD6">
        <w:rPr>
          <w:rFonts w:eastAsia="Segoe UI Mono" w:cstheme="minorHAnsi"/>
          <w:lang w:val="fr-CA"/>
        </w:rPr>
        <w:t>X</w:t>
      </w:r>
      <w:proofErr w:type="gramStart"/>
      <w:r w:rsidRPr="005A7FD6">
        <w:rPr>
          <w:rFonts w:eastAsia="Segoe UI Mono" w:cstheme="minorHAnsi"/>
          <w:lang w:val="fr-CA"/>
        </w:rPr>
        <w:t>,L4</w:t>
      </w:r>
      <w:proofErr w:type="gramEnd"/>
      <w:r w:rsidRPr="005A7FD6">
        <w:rPr>
          <w:rFonts w:eastAsia="Segoe UI Mono" w:cstheme="minorHAnsi"/>
          <w:lang w:val="fr-CA"/>
        </w:rPr>
        <w:t>)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L6</w:t>
      </w:r>
    </w:p>
    <w:p w:rsidR="006B1651" w:rsidRPr="005A7FD6" w:rsidRDefault="006B1651">
      <w:pPr>
        <w:rPr>
          <w:rFonts w:eastAsia="Segoe UI Mono" w:cstheme="minorHAnsi"/>
          <w:lang w:val="fr-CA"/>
        </w:rPr>
      </w:pP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1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P</w:t>
      </w:r>
    </w:p>
    <w:p w:rsidR="006B1651" w:rsidRPr="005A7FD6" w:rsidRDefault="008E4166">
      <w:pPr>
        <w:rPr>
          <w:rFonts w:eastAsia="Segoe UI Mono" w:cstheme="minorHAnsi"/>
          <w:lang w:val="fr-CA"/>
        </w:rPr>
      </w:pPr>
      <w:r w:rsidRPr="005A7FD6">
        <w:rPr>
          <w:rFonts w:eastAsia="Segoe UI Mono" w:cstheme="minorHAnsi"/>
          <w:lang w:val="fr-CA"/>
        </w:rPr>
        <w:t>0</w:t>
      </w:r>
      <w:r w:rsidRPr="005A7FD6">
        <w:rPr>
          <w:rFonts w:eastAsia="Segoe UI Mono" w:cstheme="minorHAnsi"/>
          <w:lang w:val="fr-CA"/>
        </w:rPr>
        <w:tab/>
        <w:t>-&gt;</w:t>
      </w:r>
      <w:r w:rsidRPr="005A7FD6">
        <w:rPr>
          <w:rFonts w:eastAsia="Segoe UI Mono" w:cstheme="minorHAnsi"/>
          <w:lang w:val="fr-CA"/>
        </w:rPr>
        <w:tab/>
        <w:t>DIM(LK)</w:t>
      </w:r>
    </w:p>
    <w:p w:rsidR="006B1651" w:rsidRPr="005A7FD6" w:rsidRDefault="006B1651">
      <w:pPr>
        <w:rPr>
          <w:rFonts w:eastAsia="Segoe UI Mono" w:cstheme="minorHAnsi"/>
          <w:lang w:val="fr-CA"/>
        </w:rPr>
      </w:pP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Q,1,M,1)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IF [A</w:t>
      </w:r>
      <w:proofErr w:type="gramStart"/>
      <w:r w:rsidRPr="005A7FD6">
        <w:rPr>
          <w:rFonts w:eastAsia="Segoe UI Mono" w:cstheme="minorHAnsi"/>
        </w:rPr>
        <w:t>](</w:t>
      </w:r>
      <w:proofErr w:type="gramEnd"/>
      <w:r w:rsidRPr="005A7FD6">
        <w:rPr>
          <w:rFonts w:eastAsia="Segoe UI Mono" w:cstheme="minorHAnsi"/>
        </w:rPr>
        <w:t>Q,K) ≠ 0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THEN 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L2(</w:t>
      </w:r>
      <w:proofErr w:type="gramEnd"/>
      <w:r w:rsidRPr="005A7FD6">
        <w:rPr>
          <w:rFonts w:eastAsia="Segoe UI Mono" w:cstheme="minorHAnsi"/>
        </w:rPr>
        <w:t>Q)/[A](Q,K)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LK(Q)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ELSE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MAX(</w:t>
      </w:r>
      <w:proofErr w:type="gramEnd"/>
      <w:r w:rsidRPr="005A7FD6">
        <w:rPr>
          <w:rFonts w:eastAsia="Segoe UI Mono" w:cstheme="minorHAnsi"/>
        </w:rPr>
        <w:t>L2)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LK(Q)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END </w:t>
      </w:r>
      <w:proofErr w:type="spellStart"/>
      <w:r w:rsidRPr="005A7FD6">
        <w:rPr>
          <w:rFonts w:eastAsia="Segoe UI Mono" w:cstheme="minorHAnsi"/>
        </w:rPr>
        <w:t>END</w:t>
      </w:r>
      <w:proofErr w:type="spellEnd"/>
    </w:p>
    <w:p w:rsidR="00D7024A" w:rsidRPr="005A7FD6" w:rsidRDefault="00D7024A">
      <w:pPr>
        <w:rPr>
          <w:rFonts w:eastAsia="Segoe UI Mono" w:cstheme="minorHAnsi"/>
        </w:rPr>
      </w:pPr>
    </w:p>
    <w:p w:rsidR="006B1651" w:rsidRPr="005A7FD6" w:rsidRDefault="00D7024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Y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(Q</w:t>
      </w:r>
      <w:proofErr w:type="gramStart"/>
      <w:r w:rsidRPr="005A7FD6">
        <w:rPr>
          <w:rFonts w:eastAsia="Segoe UI Mono" w:cstheme="minorHAnsi"/>
        </w:rPr>
        <w:t>,1,M,1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lastRenderedPageBreak/>
        <w:t>IF [A</w:t>
      </w:r>
      <w:proofErr w:type="gramStart"/>
      <w:r w:rsidRPr="005A7FD6">
        <w:rPr>
          <w:rFonts w:eastAsia="Segoe UI Mono" w:cstheme="minorHAnsi"/>
        </w:rPr>
        <w:t>](</w:t>
      </w:r>
      <w:proofErr w:type="gramEnd"/>
      <w:r w:rsidRPr="005A7FD6">
        <w:rPr>
          <w:rFonts w:eastAsia="Segoe UI Mono" w:cstheme="minorHAnsi"/>
        </w:rPr>
        <w:t>Q,K) ≠ 0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THEN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IF (</w:t>
      </w:r>
      <w:proofErr w:type="gramStart"/>
      <w:r w:rsidRPr="005A7FD6">
        <w:rPr>
          <w:rFonts w:eastAsia="Segoe UI Mono" w:cstheme="minorHAnsi"/>
        </w:rPr>
        <w:t>L2(</w:t>
      </w:r>
      <w:proofErr w:type="gramEnd"/>
      <w:r w:rsidRPr="005A7FD6">
        <w:rPr>
          <w:rFonts w:eastAsia="Segoe UI Mono" w:cstheme="minorHAnsi"/>
        </w:rPr>
        <w:t>Q)/[A](Q,K)) = MIN(LK)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THEN</w:t>
      </w:r>
    </w:p>
    <w:p w:rsidR="00D7024A" w:rsidRPr="005A7FD6" w:rsidRDefault="00D7024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IF Y</w:t>
      </w:r>
      <w:r w:rsidRPr="005A7FD6">
        <w:rPr>
          <w:rFonts w:eastAsia="Segoe UI Mono" w:cstheme="minorHAnsi"/>
        </w:rPr>
        <w:tab/>
        <w:t>=</w:t>
      </w:r>
      <w:r w:rsidRPr="005A7FD6">
        <w:rPr>
          <w:rFonts w:eastAsia="Segoe UI Mono" w:cstheme="minorHAnsi"/>
        </w:rPr>
        <w:tab/>
        <w:t>1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K</w:t>
      </w:r>
      <w:r w:rsidRPr="005A7FD6">
        <w:rPr>
          <w:rFonts w:eastAsia="Segoe UI Mono" w:cstheme="minorHAnsi"/>
        </w:rPr>
        <w:tab/>
        <w:t>-&gt;</w:t>
      </w:r>
      <w:r w:rsidR="001F489C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L3(</w:t>
      </w:r>
      <w:proofErr w:type="gramEnd"/>
      <w:r w:rsidRPr="005A7FD6">
        <w:rPr>
          <w:rFonts w:eastAsia="Segoe UI Mono" w:cstheme="minorHAnsi"/>
        </w:rPr>
        <w:t>Q)</w:t>
      </w:r>
    </w:p>
    <w:p w:rsidR="00D7024A" w:rsidRPr="005A7FD6" w:rsidRDefault="00D7024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Y+1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Y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END </w:t>
      </w:r>
      <w:proofErr w:type="spellStart"/>
      <w:r w:rsidRPr="005A7FD6">
        <w:rPr>
          <w:rFonts w:eastAsia="Segoe UI Mono" w:cstheme="minorHAnsi"/>
        </w:rPr>
        <w:t>END</w:t>
      </w:r>
      <w:proofErr w:type="spellEnd"/>
      <w:r w:rsidRPr="005A7FD6">
        <w:rPr>
          <w:rFonts w:eastAsia="Segoe UI Mono" w:cstheme="minorHAnsi"/>
        </w:rPr>
        <w:t xml:space="preserve"> </w:t>
      </w:r>
      <w:proofErr w:type="spellStart"/>
      <w:r w:rsidRPr="005A7FD6">
        <w:rPr>
          <w:rFonts w:eastAsia="Segoe UI Mono" w:cstheme="minorHAnsi"/>
        </w:rPr>
        <w:t>END</w:t>
      </w:r>
      <w:proofErr w:type="spellEnd"/>
      <w:r w:rsidR="00D7024A" w:rsidRPr="005A7FD6">
        <w:rPr>
          <w:rFonts w:eastAsia="Segoe UI Mono" w:cstheme="minorHAnsi"/>
        </w:rPr>
        <w:t xml:space="preserve"> </w:t>
      </w:r>
      <w:proofErr w:type="spellStart"/>
      <w:r w:rsidR="00D7024A" w:rsidRPr="005A7FD6">
        <w:rPr>
          <w:rFonts w:eastAsia="Segoe UI Mono" w:cstheme="minorHAnsi"/>
        </w:rPr>
        <w:t>END</w:t>
      </w:r>
      <w:proofErr w:type="spellEnd"/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{M</w:t>
      </w:r>
      <w:proofErr w:type="gramStart"/>
      <w:r w:rsidRPr="005A7FD6">
        <w:rPr>
          <w:rFonts w:eastAsia="Segoe UI Mono" w:cstheme="minorHAnsi"/>
        </w:rPr>
        <w:t>,M</w:t>
      </w:r>
      <w:proofErr w:type="gramEnd"/>
      <w:r w:rsidRPr="005A7FD6">
        <w:rPr>
          <w:rFonts w:eastAsia="Segoe UI Mono" w:cstheme="minorHAnsi"/>
        </w:rPr>
        <w:t>}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DIM(</w:t>
      </w:r>
      <w:proofErr w:type="gramEnd"/>
      <w:r w:rsidRPr="005A7FD6">
        <w:rPr>
          <w:rFonts w:eastAsia="Segoe UI Mono" w:cstheme="minorHAnsi"/>
        </w:rPr>
        <w:t>[B])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A,1,M,1)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B,1,M,1)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[C](B</w:t>
      </w:r>
      <w:proofErr w:type="gramStart"/>
      <w:r w:rsidRPr="005A7FD6">
        <w:rPr>
          <w:rFonts w:eastAsia="Segoe UI Mono" w:cstheme="minorHAnsi"/>
        </w:rPr>
        <w:t>,L3</w:t>
      </w:r>
      <w:proofErr w:type="gramEnd"/>
      <w:r w:rsidRPr="005A7FD6">
        <w:rPr>
          <w:rFonts w:eastAsia="Segoe UI Mono" w:cstheme="minorHAnsi"/>
        </w:rPr>
        <w:t>(A))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[B</w:t>
      </w:r>
      <w:proofErr w:type="gramStart"/>
      <w:r w:rsidRPr="005A7FD6">
        <w:rPr>
          <w:rFonts w:eastAsia="Segoe UI Mono" w:cstheme="minorHAnsi"/>
        </w:rPr>
        <w:t>](</w:t>
      </w:r>
      <w:proofErr w:type="gramEnd"/>
      <w:r w:rsidRPr="005A7FD6">
        <w:rPr>
          <w:rFonts w:eastAsia="Segoe UI Mono" w:cstheme="minorHAnsi"/>
        </w:rPr>
        <w:t>B,A)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END </w:t>
      </w:r>
      <w:proofErr w:type="spellStart"/>
      <w:r w:rsidRPr="005A7FD6">
        <w:rPr>
          <w:rFonts w:eastAsia="Segoe UI Mono" w:cstheme="minorHAnsi"/>
        </w:rPr>
        <w:t>END</w:t>
      </w:r>
      <w:proofErr w:type="spellEnd"/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[B]-1</w:t>
      </w:r>
      <w:r w:rsidRPr="005A7FD6">
        <w:rPr>
          <w:rFonts w:eastAsia="Segoe UI Mono" w:cstheme="minorHAnsi"/>
        </w:rPr>
        <w:tab/>
        <w:t xml:space="preserve"> -&gt;</w:t>
      </w:r>
      <w:r w:rsidRPr="005A7FD6">
        <w:rPr>
          <w:rFonts w:eastAsia="Segoe UI Mono" w:cstheme="minorHAnsi"/>
        </w:rPr>
        <w:tab/>
        <w:t>[D]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FOR (A</w:t>
      </w:r>
      <w:proofErr w:type="gramStart"/>
      <w:r w:rsidRPr="005A7FD6">
        <w:rPr>
          <w:rFonts w:eastAsia="Segoe UI Mono" w:cstheme="minorHAnsi"/>
        </w:rPr>
        <w:t>,1,M,1</w:t>
      </w:r>
      <w:proofErr w:type="gramEnd"/>
      <w:r w:rsidRPr="005A7FD6">
        <w:rPr>
          <w:rFonts w:eastAsia="Segoe UI Mono" w:cstheme="minorHAnsi"/>
        </w:rPr>
        <w:t>)</w:t>
      </w:r>
    </w:p>
    <w:p w:rsidR="006B1651" w:rsidRPr="005A7FD6" w:rsidRDefault="00D7024A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L6(</w:t>
      </w:r>
      <w:proofErr w:type="gramEnd"/>
      <w:r w:rsidRPr="005A7FD6">
        <w:rPr>
          <w:rFonts w:eastAsia="Segoe UI Mono" w:cstheme="minorHAnsi"/>
        </w:rPr>
        <w:t>L3(A))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L5</w:t>
      </w:r>
      <w:r w:rsidR="008E4166" w:rsidRPr="005A7FD6">
        <w:rPr>
          <w:rFonts w:eastAsia="Segoe UI Mono" w:cstheme="minorHAnsi"/>
        </w:rPr>
        <w:t>(A)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C11CB1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L5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r w:rsidRPr="00C11CB1">
        <w:rPr>
          <w:rFonts w:eastAsia="Segoe UI Mono" w:cstheme="minorHAnsi"/>
        </w:rPr>
        <w:t>LZ</w:t>
      </w:r>
    </w:p>
    <w:p w:rsidR="006B1651" w:rsidRPr="00C11CB1" w:rsidRDefault="00FA6C5E">
      <w:pPr>
        <w:rPr>
          <w:rFonts w:eastAsia="Segoe UI Mono" w:cstheme="minorHAnsi"/>
        </w:rPr>
      </w:pPr>
      <w:r>
        <w:rPr>
          <w:rFonts w:eastAsia="Segoe UI Mono" w:cstheme="minorHAnsi"/>
        </w:rPr>
        <w:t>0</w:t>
      </w:r>
      <w:r>
        <w:rPr>
          <w:rFonts w:eastAsia="Segoe UI Mono" w:cstheme="minorHAnsi"/>
        </w:rPr>
        <w:tab/>
        <w:t>-&gt;</w:t>
      </w:r>
      <w:r>
        <w:rPr>
          <w:rFonts w:eastAsia="Segoe UI Mono" w:cstheme="minorHAnsi"/>
        </w:rPr>
        <w:tab/>
      </w:r>
      <w:proofErr w:type="gramStart"/>
      <w:r>
        <w:rPr>
          <w:rFonts w:eastAsia="Segoe UI Mono" w:cstheme="minorHAnsi"/>
        </w:rPr>
        <w:t>DIM(</w:t>
      </w:r>
      <w:proofErr w:type="gramEnd"/>
      <w:r>
        <w:rPr>
          <w:rFonts w:eastAsia="Segoe UI Mono" w:cstheme="minorHAnsi"/>
        </w:rPr>
        <w:t>LC)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A,1,M,1)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B,1,M,1)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lastRenderedPageBreak/>
        <w:t>[D](A</w:t>
      </w:r>
      <w:proofErr w:type="gramStart"/>
      <w:r w:rsidRPr="005A7FD6">
        <w:rPr>
          <w:rFonts w:eastAsia="Segoe UI Mono" w:cstheme="minorHAnsi"/>
        </w:rPr>
        <w:t>,B</w:t>
      </w:r>
      <w:proofErr w:type="gramEnd"/>
      <w:r w:rsidRPr="005A7FD6">
        <w:rPr>
          <w:rFonts w:eastAsia="Segoe UI Mono" w:cstheme="minorHAnsi"/>
        </w:rPr>
        <w:t>)*</w:t>
      </w:r>
      <w:proofErr w:type="gramStart"/>
      <w:r w:rsidRPr="005A7FD6">
        <w:rPr>
          <w:rFonts w:eastAsia="Segoe UI Mono" w:cstheme="minorHAnsi"/>
        </w:rPr>
        <w:t>LD(</w:t>
      </w:r>
      <w:proofErr w:type="gramEnd"/>
      <w:r w:rsidRPr="005A7FD6">
        <w:rPr>
          <w:rFonts w:eastAsia="Segoe UI Mono" w:cstheme="minorHAnsi"/>
        </w:rPr>
        <w:t>B)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 xml:space="preserve"> L5(B)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SUM(</w:t>
      </w:r>
      <w:proofErr w:type="gramEnd"/>
      <w:r w:rsidRPr="005A7FD6">
        <w:rPr>
          <w:rFonts w:eastAsia="Segoe UI Mono" w:cstheme="minorHAnsi"/>
        </w:rPr>
        <w:t>L5)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LC(A)</w:t>
      </w:r>
    </w:p>
    <w:p w:rsidR="006B1651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543A57" w:rsidRPr="005A7FD6" w:rsidRDefault="00543A57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LC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L2</w:t>
      </w:r>
    </w:p>
    <w:p w:rsidR="006B1651" w:rsidRPr="00C11CB1" w:rsidRDefault="008E4166">
      <w:pPr>
        <w:rPr>
          <w:rFonts w:eastAsia="Segoe UI Mono" w:cstheme="minorHAnsi"/>
          <w:lang w:val="fr-CA"/>
        </w:rPr>
      </w:pPr>
      <w:r w:rsidRPr="00C11CB1">
        <w:rPr>
          <w:rFonts w:eastAsia="Segoe UI Mono" w:cstheme="minorHAnsi"/>
          <w:lang w:val="fr-CA"/>
        </w:rPr>
        <w:t>N</w:t>
      </w:r>
      <w:r w:rsidRPr="00C11CB1">
        <w:rPr>
          <w:rFonts w:eastAsia="Segoe UI Mono" w:cstheme="minorHAnsi"/>
          <w:lang w:val="fr-CA"/>
        </w:rPr>
        <w:tab/>
        <w:t>-&gt;</w:t>
      </w:r>
      <w:r w:rsidRPr="00C11CB1">
        <w:rPr>
          <w:rFonts w:eastAsia="Segoe UI Mono" w:cstheme="minorHAnsi"/>
          <w:lang w:val="fr-CA"/>
        </w:rPr>
        <w:tab/>
        <w:t>DIM(LE)</w:t>
      </w:r>
    </w:p>
    <w:p w:rsidR="00E6610B" w:rsidRPr="00C11CB1" w:rsidRDefault="00E6610B" w:rsidP="00E6610B">
      <w:pPr>
        <w:rPr>
          <w:rFonts w:eastAsia="Segoe UI Mono" w:cstheme="minorHAnsi"/>
          <w:lang w:val="fr-CA"/>
        </w:rPr>
      </w:pPr>
      <w:r w:rsidRPr="00C11CB1">
        <w:rPr>
          <w:rFonts w:eastAsia="Segoe UI Mono" w:cstheme="minorHAnsi"/>
          <w:lang w:val="fr-CA"/>
        </w:rPr>
        <w:t>0</w:t>
      </w:r>
      <w:r w:rsidRPr="00C11CB1">
        <w:rPr>
          <w:rFonts w:eastAsia="Segoe UI Mono" w:cstheme="minorHAnsi"/>
          <w:lang w:val="fr-CA"/>
        </w:rPr>
        <w:tab/>
        <w:t>-&gt;</w:t>
      </w:r>
      <w:r w:rsidRPr="00C11CB1">
        <w:rPr>
          <w:rFonts w:eastAsia="Segoe UI Mono" w:cstheme="minorHAnsi"/>
          <w:lang w:val="fr-CA"/>
        </w:rPr>
        <w:tab/>
        <w:t>DIM(LF)</w:t>
      </w:r>
    </w:p>
    <w:p w:rsidR="00E6610B" w:rsidRPr="00C11CB1" w:rsidRDefault="00E6610B">
      <w:pPr>
        <w:rPr>
          <w:rFonts w:eastAsia="Segoe UI Mono" w:cstheme="minorHAnsi"/>
          <w:lang w:val="fr-CA"/>
        </w:rPr>
      </w:pPr>
    </w:p>
    <w:p w:rsidR="00155C7B" w:rsidRPr="005A7FD6" w:rsidRDefault="00155C7B" w:rsidP="00155C7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B,1,M,1)</w:t>
      </w:r>
    </w:p>
    <w:p w:rsidR="00155C7B" w:rsidRPr="005A7FD6" w:rsidRDefault="00155C7B" w:rsidP="00155C7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A,1,M,1)</w:t>
      </w:r>
    </w:p>
    <w:p w:rsidR="006B1651" w:rsidRPr="005A7FD6" w:rsidRDefault="00155C7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LZ(</w:t>
      </w:r>
      <w:proofErr w:type="gramEnd"/>
      <w:r w:rsidRPr="005A7FD6">
        <w:rPr>
          <w:rFonts w:eastAsia="Segoe UI Mono" w:cstheme="minorHAnsi"/>
        </w:rPr>
        <w:t>A)*[D](A,B)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L5(A)</w:t>
      </w:r>
    </w:p>
    <w:p w:rsidR="00155C7B" w:rsidRPr="005A7FD6" w:rsidRDefault="00155C7B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155C7B" w:rsidRPr="005A7FD6" w:rsidRDefault="00155C7B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SUM(</w:t>
      </w:r>
      <w:proofErr w:type="gramEnd"/>
      <w:r w:rsidRPr="005A7FD6">
        <w:rPr>
          <w:rFonts w:eastAsia="Segoe UI Mono" w:cstheme="minorHAnsi"/>
        </w:rPr>
        <w:t>L5)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LF(B)</w:t>
      </w:r>
    </w:p>
    <w:p w:rsidR="00155C7B" w:rsidRPr="005A7FD6" w:rsidRDefault="00155C7B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203D44" w:rsidRDefault="00203D44">
      <w:pPr>
        <w:rPr>
          <w:rFonts w:eastAsia="Segoe UI Mono" w:cstheme="minorHAnsi"/>
        </w:rPr>
      </w:pPr>
    </w:p>
    <w:p w:rsidR="00155C7B" w:rsidRPr="005A7FD6" w:rsidRDefault="00155C7B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N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DIM(LY)</w:t>
      </w:r>
    </w:p>
    <w:p w:rsidR="00155C7B" w:rsidRPr="005A7FD6" w:rsidRDefault="00844951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B,1,N,1)</w:t>
      </w:r>
    </w:p>
    <w:p w:rsidR="00844951" w:rsidRPr="005A7FD6" w:rsidRDefault="00844951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A,1,M,1)</w:t>
      </w:r>
    </w:p>
    <w:p w:rsidR="00844951" w:rsidRPr="005A7FD6" w:rsidRDefault="00844951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LF(</w:t>
      </w:r>
      <w:proofErr w:type="gramEnd"/>
      <w:r w:rsidRPr="005A7FD6">
        <w:rPr>
          <w:rFonts w:eastAsia="Segoe UI Mono" w:cstheme="minorHAnsi"/>
        </w:rPr>
        <w:t xml:space="preserve">A)*[A](A,B) 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L5(A)</w:t>
      </w:r>
    </w:p>
    <w:p w:rsidR="00844951" w:rsidRPr="005A7FD6" w:rsidRDefault="00844951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844951" w:rsidRPr="005A7FD6" w:rsidRDefault="00844951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SUM(</w:t>
      </w:r>
      <w:proofErr w:type="gramEnd"/>
      <w:r w:rsidRPr="005A7FD6">
        <w:rPr>
          <w:rFonts w:eastAsia="Segoe UI Mono" w:cstheme="minorHAnsi"/>
        </w:rPr>
        <w:t>L5)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LY(B)</w:t>
      </w:r>
    </w:p>
    <w:p w:rsidR="00844951" w:rsidRPr="005A7FD6" w:rsidRDefault="00844951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844951" w:rsidRPr="005A7FD6" w:rsidRDefault="00844951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LY +</w:t>
      </w:r>
      <w:r w:rsidR="00EC7E57">
        <w:rPr>
          <w:rFonts w:eastAsia="Segoe UI Mono" w:cstheme="minorHAnsi"/>
        </w:rPr>
        <w:t xml:space="preserve"> LX</w:t>
      </w:r>
      <w:r w:rsidR="00EC7E57">
        <w:rPr>
          <w:rFonts w:eastAsia="Segoe UI Mono" w:cstheme="minorHAnsi"/>
        </w:rPr>
        <w:tab/>
        <w:t>-&gt;</w:t>
      </w:r>
      <w:r w:rsidR="00EC7E57">
        <w:rPr>
          <w:rFonts w:eastAsia="Segoe UI Mono" w:cstheme="minorHAnsi"/>
        </w:rPr>
        <w:tab/>
        <w:t>L1</w:t>
      </w:r>
    </w:p>
    <w:p w:rsidR="00155C7B" w:rsidRPr="005A7FD6" w:rsidRDefault="00155C7B">
      <w:pPr>
        <w:rPr>
          <w:rFonts w:eastAsia="Segoe UI Mono" w:cstheme="minorHAnsi"/>
        </w:rPr>
      </w:pPr>
    </w:p>
    <w:p w:rsidR="006B1651" w:rsidRDefault="00EC7E57">
      <w:pPr>
        <w:rPr>
          <w:rFonts w:eastAsia="Segoe UI Mono" w:cstheme="minorHAnsi"/>
        </w:rPr>
      </w:pPr>
      <w:r>
        <w:rPr>
          <w:rFonts w:eastAsia="Segoe UI Mono" w:cstheme="minorHAnsi"/>
        </w:rPr>
        <w:lastRenderedPageBreak/>
        <w:t>IF</w:t>
      </w:r>
      <w:r w:rsidR="008E4166" w:rsidRPr="005A7FD6">
        <w:rPr>
          <w:rFonts w:eastAsia="Segoe UI Mono" w:cstheme="minorHAnsi"/>
        </w:rPr>
        <w:t xml:space="preserve"> </w:t>
      </w:r>
      <w:proofErr w:type="gramStart"/>
      <w:r w:rsidR="008E4166" w:rsidRPr="005A7FD6">
        <w:rPr>
          <w:rFonts w:eastAsia="Segoe UI Mono" w:cstheme="minorHAnsi"/>
        </w:rPr>
        <w:t>MIN(</w:t>
      </w:r>
      <w:proofErr w:type="gramEnd"/>
      <w:r w:rsidR="008E4166" w:rsidRPr="005A7FD6">
        <w:rPr>
          <w:rFonts w:eastAsia="Segoe UI Mono" w:cstheme="minorHAnsi"/>
        </w:rPr>
        <w:t>L1)&lt;0</w:t>
      </w:r>
    </w:p>
    <w:p w:rsidR="00EC7E57" w:rsidRPr="005A7FD6" w:rsidRDefault="00EC7E57">
      <w:pPr>
        <w:rPr>
          <w:rFonts w:eastAsia="Segoe UI Mono" w:cstheme="minorHAnsi"/>
        </w:rPr>
      </w:pPr>
      <w:r>
        <w:rPr>
          <w:rFonts w:eastAsia="Segoe UI Mono" w:cstheme="minorHAnsi"/>
        </w:rPr>
        <w:t>THEN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K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WHILE </w:t>
      </w:r>
      <w:proofErr w:type="gramStart"/>
      <w:r w:rsidRPr="005A7FD6">
        <w:rPr>
          <w:rFonts w:eastAsia="Segoe UI Mono" w:cstheme="minorHAnsi"/>
        </w:rPr>
        <w:t>L1(</w:t>
      </w:r>
      <w:proofErr w:type="gramEnd"/>
      <w:r w:rsidRPr="005A7FD6">
        <w:rPr>
          <w:rFonts w:eastAsia="Segoe UI Mono" w:cstheme="minorHAnsi"/>
        </w:rPr>
        <w:t>K) ≠ MIN (L1)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K+1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K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GOTO 1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SUM (LZ*L2)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Z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DISP ''THE OPTIMAL SOLUTION IS''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DISP Z</w:t>
      </w:r>
    </w:p>
    <w:p w:rsidR="006B1651" w:rsidRPr="005A7FD6" w:rsidRDefault="006B1651">
      <w:pPr>
        <w:rPr>
          <w:rFonts w:eastAsia="Segoe UI Mono" w:cstheme="minorHAnsi"/>
        </w:rPr>
      </w:pP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IF X=2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THEN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DISP ''THE OPTIMAL QUANTITY FOR EACH RESOURCE IS''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DISP LF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ELSE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A,1,M,1)</w:t>
      </w:r>
    </w:p>
    <w:p w:rsidR="006B1651" w:rsidRPr="005A7FD6" w:rsidRDefault="008E416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B,1,N,1)</w:t>
      </w:r>
    </w:p>
    <w:p w:rsidR="00E6610B" w:rsidRPr="005A7FD6" w:rsidRDefault="00E6610B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IF </w:t>
      </w:r>
      <w:proofErr w:type="gramStart"/>
      <w:r w:rsidRPr="005A7FD6">
        <w:rPr>
          <w:rFonts w:eastAsia="Segoe UI Mono" w:cstheme="minorHAnsi"/>
        </w:rPr>
        <w:t>L1(</w:t>
      </w:r>
      <w:proofErr w:type="gramEnd"/>
      <w:r w:rsidRPr="005A7FD6">
        <w:rPr>
          <w:rFonts w:eastAsia="Segoe UI Mono" w:cstheme="minorHAnsi"/>
        </w:rPr>
        <w:t>B)</w:t>
      </w:r>
      <w:r w:rsidRPr="005A7FD6">
        <w:rPr>
          <w:rFonts w:eastAsia="Segoe UI Mono" w:cstheme="minorHAnsi"/>
        </w:rPr>
        <w:tab/>
        <w:t>=</w:t>
      </w:r>
      <w:r w:rsidRPr="005A7FD6">
        <w:rPr>
          <w:rFonts w:eastAsia="Segoe UI Mono" w:cstheme="minorHAnsi"/>
        </w:rPr>
        <w:tab/>
        <w:t>0</w:t>
      </w:r>
    </w:p>
    <w:p w:rsidR="00E6610B" w:rsidRPr="005A7FD6" w:rsidRDefault="00AC7DED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THEN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 xml:space="preserve">IF </w:t>
      </w:r>
      <w:proofErr w:type="gramStart"/>
      <w:r w:rsidRPr="005A7FD6">
        <w:rPr>
          <w:rFonts w:eastAsia="Segoe UI Mono" w:cstheme="minorHAnsi"/>
        </w:rPr>
        <w:t>L3(</w:t>
      </w:r>
      <w:proofErr w:type="gramEnd"/>
      <w:r w:rsidRPr="005A7FD6">
        <w:rPr>
          <w:rFonts w:eastAsia="Segoe UI Mono" w:cstheme="minorHAnsi"/>
        </w:rPr>
        <w:t>A)</w:t>
      </w:r>
      <w:r w:rsidRPr="005A7FD6">
        <w:rPr>
          <w:rFonts w:eastAsia="Segoe UI Mono" w:cstheme="minorHAnsi"/>
        </w:rPr>
        <w:tab/>
        <w:t>=</w:t>
      </w:r>
      <w:r w:rsidRPr="005A7FD6">
        <w:rPr>
          <w:rFonts w:eastAsia="Segoe UI Mono" w:cstheme="minorHAnsi"/>
        </w:rPr>
        <w:tab/>
        <w:t xml:space="preserve">B </w:t>
      </w:r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THEN</w:t>
      </w:r>
    </w:p>
    <w:p w:rsidR="006B1651" w:rsidRPr="005E411C" w:rsidRDefault="008E4166">
      <w:pPr>
        <w:rPr>
          <w:rFonts w:eastAsia="Segoe UI Mono" w:cstheme="minorHAnsi"/>
        </w:rPr>
      </w:pPr>
      <w:proofErr w:type="gramStart"/>
      <w:r w:rsidRPr="005E411C">
        <w:rPr>
          <w:rFonts w:eastAsia="Segoe UI Mono" w:cstheme="minorHAnsi"/>
        </w:rPr>
        <w:t>L</w:t>
      </w:r>
      <w:r w:rsidRPr="005E411C">
        <w:rPr>
          <w:rFonts w:eastAsia="Segoe UI Mono" w:cstheme="minorHAnsi"/>
          <w:vertAlign w:val="subscript"/>
        </w:rPr>
        <w:t>2</w:t>
      </w:r>
      <w:r w:rsidRPr="005E411C">
        <w:rPr>
          <w:rFonts w:eastAsia="Segoe UI Mono" w:cstheme="minorHAnsi"/>
        </w:rPr>
        <w:t>(</w:t>
      </w:r>
      <w:proofErr w:type="gramEnd"/>
      <w:r w:rsidRPr="005E411C">
        <w:rPr>
          <w:rFonts w:eastAsia="Segoe UI Mono" w:cstheme="minorHAnsi"/>
        </w:rPr>
        <w:t>A)</w:t>
      </w:r>
      <w:r w:rsidRPr="005E411C">
        <w:rPr>
          <w:rFonts w:eastAsia="Segoe UI Mono" w:cstheme="minorHAnsi"/>
        </w:rPr>
        <w:tab/>
        <w:t>-&gt;</w:t>
      </w:r>
      <w:r w:rsidRPr="005E411C">
        <w:rPr>
          <w:rFonts w:eastAsia="Segoe UI Mono" w:cstheme="minorHAnsi"/>
        </w:rPr>
        <w:tab/>
        <w:t>LE(B)</w:t>
      </w:r>
    </w:p>
    <w:p w:rsidR="006B1651" w:rsidRPr="005E411C" w:rsidRDefault="008E4166">
      <w:pPr>
        <w:rPr>
          <w:rFonts w:eastAsia="Segoe UI Mono" w:cstheme="minorHAnsi"/>
        </w:rPr>
      </w:pPr>
      <w:r w:rsidRPr="005E411C">
        <w:rPr>
          <w:rFonts w:eastAsia="Segoe UI Mono" w:cstheme="minorHAnsi"/>
        </w:rPr>
        <w:lastRenderedPageBreak/>
        <w:t xml:space="preserve">END </w:t>
      </w:r>
    </w:p>
    <w:p w:rsidR="00C11CB1" w:rsidRPr="005E411C" w:rsidRDefault="00C11CB1">
      <w:pPr>
        <w:rPr>
          <w:rFonts w:eastAsia="Segoe UI Mono" w:cstheme="minorHAnsi"/>
        </w:rPr>
      </w:pPr>
      <w:r w:rsidRPr="005E411C">
        <w:rPr>
          <w:rFonts w:eastAsia="Segoe UI Mono" w:cstheme="minorHAnsi"/>
        </w:rPr>
        <w:t>ELSE</w:t>
      </w:r>
    </w:p>
    <w:p w:rsidR="00AC7DED" w:rsidRPr="005E411C" w:rsidRDefault="00AC7DED">
      <w:pPr>
        <w:rPr>
          <w:rFonts w:eastAsia="Segoe UI Mono" w:cstheme="minorHAnsi"/>
        </w:rPr>
      </w:pPr>
      <w:r w:rsidRPr="005E411C">
        <w:rPr>
          <w:rFonts w:eastAsia="Segoe UI Mono" w:cstheme="minorHAnsi"/>
        </w:rPr>
        <w:t>0</w:t>
      </w:r>
      <w:r w:rsidRPr="005E411C">
        <w:rPr>
          <w:rFonts w:eastAsia="Segoe UI Mono" w:cstheme="minorHAnsi"/>
        </w:rPr>
        <w:tab/>
        <w:t>-&gt;</w:t>
      </w:r>
      <w:r w:rsidRPr="005E411C">
        <w:rPr>
          <w:rFonts w:eastAsia="Segoe UI Mono" w:cstheme="minorHAnsi"/>
        </w:rPr>
        <w:tab/>
      </w:r>
      <w:proofErr w:type="gramStart"/>
      <w:r w:rsidRPr="005E411C">
        <w:rPr>
          <w:rFonts w:eastAsia="Segoe UI Mono" w:cstheme="minorHAnsi"/>
        </w:rPr>
        <w:t>LE(</w:t>
      </w:r>
      <w:proofErr w:type="gramEnd"/>
      <w:r w:rsidRPr="005E411C">
        <w:rPr>
          <w:rFonts w:eastAsia="Segoe UI Mono" w:cstheme="minorHAnsi"/>
        </w:rPr>
        <w:t>B)</w:t>
      </w:r>
    </w:p>
    <w:p w:rsidR="00AC7DED" w:rsidRPr="005A7FD6" w:rsidRDefault="00AC7DED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  <w:r w:rsidR="003306AF">
        <w:rPr>
          <w:rFonts w:eastAsia="Segoe UI Mono" w:cstheme="minorHAnsi"/>
        </w:rPr>
        <w:t xml:space="preserve"> </w:t>
      </w:r>
      <w:proofErr w:type="spellStart"/>
      <w:r w:rsidRPr="005A7FD6">
        <w:rPr>
          <w:rFonts w:eastAsia="Segoe UI Mono" w:cstheme="minorHAnsi"/>
        </w:rPr>
        <w:t>END</w:t>
      </w:r>
      <w:proofErr w:type="spellEnd"/>
      <w:r w:rsidRPr="005A7FD6">
        <w:rPr>
          <w:rFonts w:eastAsia="Segoe UI Mono" w:cstheme="minorHAnsi"/>
        </w:rPr>
        <w:t xml:space="preserve"> </w:t>
      </w:r>
      <w:proofErr w:type="spellStart"/>
      <w:r w:rsidRPr="005A7FD6">
        <w:rPr>
          <w:rFonts w:eastAsia="Segoe UI Mono" w:cstheme="minorHAnsi"/>
        </w:rPr>
        <w:t>END</w:t>
      </w:r>
      <w:proofErr w:type="spellEnd"/>
    </w:p>
    <w:p w:rsidR="006B1651" w:rsidRPr="005A7FD6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DISP ''THE OPTIMAL QUANTITY FOR EACH RESOURCE IS''</w:t>
      </w:r>
    </w:p>
    <w:p w:rsidR="006B1651" w:rsidRPr="00C11CB1" w:rsidRDefault="008E4166">
      <w:pPr>
        <w:rPr>
          <w:rFonts w:eastAsia="Segoe UI Mono" w:cstheme="minorHAnsi"/>
          <w:lang w:val="fr-CA"/>
        </w:rPr>
      </w:pPr>
      <w:r w:rsidRPr="00C11CB1">
        <w:rPr>
          <w:rFonts w:eastAsia="Segoe UI Mono" w:cstheme="minorHAnsi"/>
          <w:lang w:val="fr-CA"/>
        </w:rPr>
        <w:t>DISP LE</w:t>
      </w:r>
    </w:p>
    <w:p w:rsidR="006B1651" w:rsidRPr="00C11CB1" w:rsidRDefault="008E4166">
      <w:pPr>
        <w:rPr>
          <w:rFonts w:eastAsia="Segoe UI Mono" w:cstheme="minorHAnsi"/>
          <w:lang w:val="fr-CA"/>
        </w:rPr>
      </w:pPr>
      <w:r w:rsidRPr="00C11CB1">
        <w:rPr>
          <w:rFonts w:eastAsia="Segoe UI Mono" w:cstheme="minorHAnsi"/>
          <w:lang w:val="fr-CA"/>
        </w:rPr>
        <w:t>END</w:t>
      </w:r>
    </w:p>
    <w:p w:rsidR="00595648" w:rsidRPr="00C11CB1" w:rsidRDefault="00595648">
      <w:pPr>
        <w:rPr>
          <w:rFonts w:eastAsia="Segoe UI Mono" w:cstheme="minorHAnsi"/>
          <w:lang w:val="fr-CA"/>
        </w:rPr>
      </w:pPr>
    </w:p>
    <w:p w:rsidR="006B1651" w:rsidRPr="00C11CB1" w:rsidRDefault="00595648">
      <w:pPr>
        <w:rPr>
          <w:rFonts w:eastAsia="Segoe UI Mono" w:cstheme="minorHAnsi"/>
          <w:lang w:val="fr-CA"/>
        </w:rPr>
      </w:pPr>
      <w:r w:rsidRPr="00C11CB1">
        <w:rPr>
          <w:rFonts w:eastAsia="Segoe UI Mono" w:cstheme="minorHAnsi"/>
          <w:lang w:val="fr-CA"/>
        </w:rPr>
        <w:t>0</w:t>
      </w:r>
      <w:r w:rsidRPr="00C11CB1">
        <w:rPr>
          <w:rFonts w:eastAsia="Segoe UI Mono" w:cstheme="minorHAnsi"/>
          <w:lang w:val="fr-CA"/>
        </w:rPr>
        <w:tab/>
        <w:t>-&gt;</w:t>
      </w:r>
      <w:r w:rsidRPr="00C11CB1">
        <w:rPr>
          <w:rFonts w:eastAsia="Segoe UI Mono" w:cstheme="minorHAnsi"/>
          <w:lang w:val="fr-CA"/>
        </w:rPr>
        <w:tab/>
        <w:t>DIM(L5)</w:t>
      </w:r>
    </w:p>
    <w:p w:rsidR="00595648" w:rsidRPr="005A7FD6" w:rsidRDefault="00595648" w:rsidP="00595648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0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</w:r>
      <w:proofErr w:type="gramStart"/>
      <w:r w:rsidRPr="005A7FD6">
        <w:rPr>
          <w:rFonts w:eastAsia="Segoe UI Mono" w:cstheme="minorHAnsi"/>
        </w:rPr>
        <w:t>DIM(</w:t>
      </w:r>
      <w:proofErr w:type="gramEnd"/>
      <w:r w:rsidRPr="005A7FD6">
        <w:rPr>
          <w:rFonts w:eastAsia="Segoe UI Mono" w:cstheme="minorHAnsi"/>
        </w:rPr>
        <w:t>L6)</w:t>
      </w:r>
    </w:p>
    <w:p w:rsidR="00595648" w:rsidRPr="005A7FD6" w:rsidRDefault="00595648">
      <w:pPr>
        <w:rPr>
          <w:rFonts w:eastAsia="Segoe UI Mono" w:cstheme="minorHAnsi"/>
        </w:rPr>
      </w:pPr>
    </w:p>
    <w:p w:rsidR="009C1A9A" w:rsidRPr="005A7FD6" w:rsidRDefault="009C1A9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IF X</w:t>
      </w:r>
      <w:r w:rsidRPr="005A7FD6">
        <w:rPr>
          <w:rFonts w:eastAsia="Segoe UI Mono" w:cstheme="minorHAnsi"/>
        </w:rPr>
        <w:tab/>
        <w:t>=</w:t>
      </w:r>
      <w:r w:rsidRPr="005A7FD6">
        <w:rPr>
          <w:rFonts w:eastAsia="Segoe UI Mono" w:cstheme="minorHAnsi"/>
        </w:rPr>
        <w:tab/>
        <w:t>1</w:t>
      </w:r>
    </w:p>
    <w:p w:rsidR="00595648" w:rsidRPr="005A7FD6" w:rsidRDefault="009C1A9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THEN</w:t>
      </w:r>
    </w:p>
    <w:p w:rsidR="009C1A9A" w:rsidRPr="005A7FD6" w:rsidRDefault="009C1A9A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B,1,M,1)</w:t>
      </w:r>
    </w:p>
    <w:p w:rsidR="009C1A9A" w:rsidRPr="005A7FD6" w:rsidRDefault="009C1A9A" w:rsidP="009C1A9A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A,1,N,1)</w:t>
      </w:r>
    </w:p>
    <w:p w:rsidR="009C1A9A" w:rsidRPr="005A7FD6" w:rsidRDefault="009C1A9A" w:rsidP="009C1A9A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LE(</w:t>
      </w:r>
      <w:proofErr w:type="gramEnd"/>
      <w:r w:rsidRPr="005A7FD6">
        <w:rPr>
          <w:rFonts w:eastAsia="Segoe UI Mono" w:cstheme="minorHAnsi"/>
        </w:rPr>
        <w:t>A)*[A](B,A)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L5(A)</w:t>
      </w:r>
    </w:p>
    <w:p w:rsidR="009C1A9A" w:rsidRPr="005A7FD6" w:rsidRDefault="00576155" w:rsidP="009C1A9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576155" w:rsidRPr="005A7FD6" w:rsidRDefault="00576155" w:rsidP="009C1A9A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SUM(</w:t>
      </w:r>
      <w:proofErr w:type="gramEnd"/>
      <w:r w:rsidRPr="005A7FD6">
        <w:rPr>
          <w:rFonts w:eastAsia="Segoe UI Mono" w:cstheme="minorHAnsi"/>
        </w:rPr>
        <w:t>L5)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L6(B)</w:t>
      </w:r>
    </w:p>
    <w:p w:rsidR="00576155" w:rsidRPr="005A7FD6" w:rsidRDefault="00022359" w:rsidP="009C1A9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END</w:t>
      </w:r>
    </w:p>
    <w:p w:rsidR="00022359" w:rsidRDefault="00022359" w:rsidP="009C1A9A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LD-L6</w:t>
      </w:r>
      <w:r w:rsidRPr="005A7FD6">
        <w:rPr>
          <w:rFonts w:eastAsia="Segoe UI Mono" w:cstheme="minorHAnsi"/>
        </w:rPr>
        <w:tab/>
        <w:t>-&gt;</w:t>
      </w:r>
      <w:r w:rsidRPr="005A7FD6">
        <w:rPr>
          <w:rFonts w:eastAsia="Segoe UI Mono" w:cstheme="minorHAnsi"/>
        </w:rPr>
        <w:tab/>
        <w:t>L6</w:t>
      </w:r>
    </w:p>
    <w:p w:rsidR="00902725" w:rsidRDefault="00902725" w:rsidP="00902725">
      <w:pPr>
        <w:rPr>
          <w:rFonts w:cstheme="minorHAnsi"/>
        </w:rPr>
      </w:pPr>
      <w:r>
        <w:rPr>
          <w:rFonts w:cstheme="minorHAnsi"/>
        </w:rPr>
        <w:t>0</w:t>
      </w:r>
      <w:r w:rsidR="009F33BC">
        <w:rPr>
          <w:rFonts w:cstheme="minorHAnsi"/>
        </w:rPr>
        <w:tab/>
      </w:r>
      <w:r>
        <w:rPr>
          <w:rFonts w:cstheme="minorHAnsi"/>
        </w:rPr>
        <w:t>-&gt;</w:t>
      </w:r>
      <w:r w:rsidR="009F33BC">
        <w:rPr>
          <w:rFonts w:cstheme="minorHAnsi"/>
        </w:rPr>
        <w:tab/>
      </w:r>
      <w:proofErr w:type="gramStart"/>
      <w:r>
        <w:rPr>
          <w:rFonts w:cstheme="minorHAnsi"/>
        </w:rPr>
        <w:t>DIM(</w:t>
      </w:r>
      <w:proofErr w:type="gramEnd"/>
      <w:r>
        <w:rPr>
          <w:rFonts w:cstheme="minorHAnsi"/>
        </w:rPr>
        <w:t>L5)</w:t>
      </w:r>
    </w:p>
    <w:p w:rsidR="009C1A9A" w:rsidRDefault="009B7191">
      <w:pPr>
        <w:rPr>
          <w:rFonts w:cstheme="minorHAnsi"/>
        </w:rPr>
      </w:pPr>
      <w:r w:rsidRPr="005A7FD6">
        <w:rPr>
          <w:rFonts w:cstheme="minorHAnsi"/>
        </w:rPr>
        <w:t>DISP "EXCESS RESOURCES</w:t>
      </w:r>
      <w:r w:rsidR="008531F3">
        <w:rPr>
          <w:rFonts w:cstheme="minorHAnsi"/>
        </w:rPr>
        <w:t>: FIRST VALUE IS VECOR IS THE LINE, THE SECOND VALUE IS THE EXCESS AMOUNT</w:t>
      </w:r>
      <w:r w:rsidRPr="005A7FD6">
        <w:rPr>
          <w:rFonts w:cstheme="minorHAnsi"/>
        </w:rPr>
        <w:t>"</w:t>
      </w:r>
    </w:p>
    <w:p w:rsidR="005A7FD6" w:rsidRDefault="005A7FD6">
      <w:pPr>
        <w:rPr>
          <w:rFonts w:cstheme="minorHAnsi"/>
        </w:rPr>
      </w:pPr>
      <w:proofErr w:type="gramStart"/>
      <w:r>
        <w:rPr>
          <w:rFonts w:cstheme="minorHAnsi"/>
        </w:rPr>
        <w:t>FOR(</w:t>
      </w:r>
      <w:proofErr w:type="gramEnd"/>
      <w:r>
        <w:rPr>
          <w:rFonts w:cstheme="minorHAnsi"/>
        </w:rPr>
        <w:t>A,1,M,1)</w:t>
      </w:r>
    </w:p>
    <w:p w:rsidR="005A7FD6" w:rsidRDefault="005A7FD6">
      <w:pPr>
        <w:rPr>
          <w:rFonts w:cstheme="minorHAnsi"/>
        </w:rPr>
      </w:pPr>
      <w:r>
        <w:rPr>
          <w:rFonts w:cstheme="minorHAnsi"/>
        </w:rPr>
        <w:t xml:space="preserve">IF </w:t>
      </w:r>
      <w:proofErr w:type="gramStart"/>
      <w:r>
        <w:rPr>
          <w:rFonts w:cstheme="minorHAnsi"/>
        </w:rPr>
        <w:t>L6(</w:t>
      </w:r>
      <w:proofErr w:type="gramEnd"/>
      <w:r>
        <w:rPr>
          <w:rFonts w:cstheme="minorHAnsi"/>
        </w:rPr>
        <w:t>A)</w:t>
      </w:r>
      <w:r>
        <w:rPr>
          <w:rFonts w:cstheme="minorHAnsi"/>
        </w:rPr>
        <w:tab/>
        <w:t>&gt;</w:t>
      </w:r>
      <w:r>
        <w:rPr>
          <w:rFonts w:cstheme="minorHAnsi"/>
        </w:rPr>
        <w:tab/>
        <w:t>0</w:t>
      </w:r>
    </w:p>
    <w:p w:rsidR="005A7FD6" w:rsidRDefault="005A7FD6">
      <w:pPr>
        <w:rPr>
          <w:rFonts w:cstheme="minorHAnsi"/>
        </w:rPr>
      </w:pPr>
      <w:r>
        <w:rPr>
          <w:rFonts w:cstheme="minorHAnsi"/>
        </w:rPr>
        <w:t>THEN</w:t>
      </w:r>
    </w:p>
    <w:p w:rsidR="005A7FD6" w:rsidRDefault="005A7FD6">
      <w:pPr>
        <w:rPr>
          <w:rFonts w:cstheme="minorHAnsi"/>
        </w:rPr>
      </w:pPr>
      <w:r>
        <w:rPr>
          <w:rFonts w:cstheme="minorHAnsi"/>
        </w:rPr>
        <w:lastRenderedPageBreak/>
        <w:t>A</w:t>
      </w:r>
      <w:r w:rsidR="009F33BC">
        <w:rPr>
          <w:rFonts w:cstheme="minorHAnsi"/>
        </w:rPr>
        <w:tab/>
      </w:r>
      <w:r>
        <w:rPr>
          <w:rFonts w:cstheme="minorHAnsi"/>
        </w:rPr>
        <w:t>-&gt;</w:t>
      </w:r>
      <w:r w:rsidR="009F33BC">
        <w:rPr>
          <w:rFonts w:cstheme="minorHAnsi"/>
        </w:rPr>
        <w:tab/>
      </w:r>
      <w:proofErr w:type="gramStart"/>
      <w:r>
        <w:rPr>
          <w:rFonts w:cstheme="minorHAnsi"/>
        </w:rPr>
        <w:t>L5(</w:t>
      </w:r>
      <w:proofErr w:type="gramEnd"/>
      <w:r>
        <w:rPr>
          <w:rFonts w:cstheme="minorHAnsi"/>
        </w:rPr>
        <w:t>1)</w:t>
      </w:r>
    </w:p>
    <w:p w:rsidR="005A7FD6" w:rsidRDefault="005A7FD6">
      <w:pPr>
        <w:rPr>
          <w:rFonts w:cstheme="minorHAnsi"/>
        </w:rPr>
      </w:pPr>
      <w:proofErr w:type="gramStart"/>
      <w:r>
        <w:rPr>
          <w:rFonts w:cstheme="minorHAnsi"/>
        </w:rPr>
        <w:t>L6(</w:t>
      </w:r>
      <w:proofErr w:type="gramEnd"/>
      <w:r>
        <w:rPr>
          <w:rFonts w:cstheme="minorHAnsi"/>
        </w:rPr>
        <w:t>A)</w:t>
      </w:r>
      <w:r w:rsidR="009F33BC">
        <w:rPr>
          <w:rFonts w:cstheme="minorHAnsi"/>
        </w:rPr>
        <w:tab/>
      </w:r>
      <w:r>
        <w:rPr>
          <w:rFonts w:cstheme="minorHAnsi"/>
        </w:rPr>
        <w:t>-&gt;</w:t>
      </w:r>
      <w:r w:rsidR="009F33BC">
        <w:rPr>
          <w:rFonts w:cstheme="minorHAnsi"/>
        </w:rPr>
        <w:tab/>
      </w:r>
      <w:r>
        <w:rPr>
          <w:rFonts w:cstheme="minorHAnsi"/>
        </w:rPr>
        <w:t>L5(2)</w:t>
      </w:r>
    </w:p>
    <w:p w:rsidR="005A7FD6" w:rsidRDefault="005A7FD6">
      <w:pPr>
        <w:rPr>
          <w:rFonts w:cstheme="minorHAnsi"/>
        </w:rPr>
      </w:pPr>
      <w:r>
        <w:rPr>
          <w:rFonts w:cstheme="minorHAnsi"/>
        </w:rPr>
        <w:t>DISP L5</w:t>
      </w:r>
    </w:p>
    <w:p w:rsidR="005A7FD6" w:rsidRDefault="005A7FD6">
      <w:pPr>
        <w:rPr>
          <w:rFonts w:cstheme="minorHAnsi"/>
        </w:rPr>
      </w:pPr>
      <w:r>
        <w:rPr>
          <w:rFonts w:cstheme="minorHAnsi"/>
        </w:rPr>
        <w:t xml:space="preserve">END </w:t>
      </w:r>
      <w:proofErr w:type="spellStart"/>
      <w:r>
        <w:rPr>
          <w:rFonts w:cstheme="minorHAnsi"/>
        </w:rPr>
        <w:t>END</w:t>
      </w:r>
      <w:proofErr w:type="spellEnd"/>
    </w:p>
    <w:p w:rsidR="005A7FD6" w:rsidRDefault="005A7FD6">
      <w:pPr>
        <w:rPr>
          <w:rFonts w:cstheme="minorHAnsi"/>
        </w:rPr>
      </w:pPr>
      <w:r>
        <w:rPr>
          <w:rFonts w:cstheme="minorHAnsi"/>
        </w:rPr>
        <w:t xml:space="preserve">ELSE </w:t>
      </w:r>
    </w:p>
    <w:p w:rsidR="005A7FD6" w:rsidRPr="005A7FD6" w:rsidRDefault="005A7FD6" w:rsidP="005A7FD6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A,1,N,1)</w:t>
      </w:r>
    </w:p>
    <w:p w:rsidR="005048C1" w:rsidRPr="005A7FD6" w:rsidRDefault="005048C1" w:rsidP="005048C1">
      <w:pPr>
        <w:rPr>
          <w:rFonts w:eastAsia="Segoe UI Mono" w:cstheme="minorHAnsi"/>
        </w:rPr>
      </w:pPr>
      <w:proofErr w:type="gramStart"/>
      <w:r w:rsidRPr="005A7FD6">
        <w:rPr>
          <w:rFonts w:eastAsia="Segoe UI Mono" w:cstheme="minorHAnsi"/>
        </w:rPr>
        <w:t>FOR(</w:t>
      </w:r>
      <w:proofErr w:type="gramEnd"/>
      <w:r w:rsidRPr="005A7FD6">
        <w:rPr>
          <w:rFonts w:eastAsia="Segoe UI Mono" w:cstheme="minorHAnsi"/>
        </w:rPr>
        <w:t>B,1,M,1)</w:t>
      </w:r>
    </w:p>
    <w:p w:rsidR="00E61DBE" w:rsidRDefault="005048C1">
      <w:pPr>
        <w:rPr>
          <w:rFonts w:cstheme="minorHAnsi"/>
        </w:rPr>
      </w:pPr>
      <w:proofErr w:type="gramStart"/>
      <w:r>
        <w:rPr>
          <w:rFonts w:cstheme="minorHAnsi"/>
        </w:rPr>
        <w:t>LF(</w:t>
      </w:r>
      <w:proofErr w:type="gramEnd"/>
      <w:r>
        <w:rPr>
          <w:rFonts w:cstheme="minorHAnsi"/>
        </w:rPr>
        <w:t>B)*[A](B,A)</w:t>
      </w:r>
      <w:r w:rsidR="00E61DBE">
        <w:rPr>
          <w:rFonts w:cstheme="minorHAnsi"/>
        </w:rPr>
        <w:tab/>
        <w:t>-&gt;</w:t>
      </w:r>
      <w:r w:rsidR="00E61DBE">
        <w:rPr>
          <w:rFonts w:cstheme="minorHAnsi"/>
        </w:rPr>
        <w:tab/>
        <w:t>L5(B)</w:t>
      </w:r>
    </w:p>
    <w:p w:rsidR="00E61DBE" w:rsidRDefault="00E61DBE">
      <w:pPr>
        <w:rPr>
          <w:rFonts w:cstheme="minorHAnsi"/>
        </w:rPr>
      </w:pPr>
      <w:r>
        <w:rPr>
          <w:rFonts w:cstheme="minorHAnsi"/>
        </w:rPr>
        <w:t>END</w:t>
      </w:r>
    </w:p>
    <w:p w:rsidR="00E61DBE" w:rsidRDefault="00E61DBE">
      <w:pPr>
        <w:rPr>
          <w:rFonts w:cstheme="minorHAnsi"/>
        </w:rPr>
      </w:pPr>
      <w:proofErr w:type="gramStart"/>
      <w:r>
        <w:rPr>
          <w:rFonts w:cstheme="minorHAnsi"/>
        </w:rPr>
        <w:t>SUM(</w:t>
      </w:r>
      <w:proofErr w:type="gramEnd"/>
      <w:r>
        <w:rPr>
          <w:rFonts w:cstheme="minorHAnsi"/>
        </w:rPr>
        <w:t>L5)</w:t>
      </w:r>
      <w:r>
        <w:rPr>
          <w:rFonts w:cstheme="minorHAnsi"/>
        </w:rPr>
        <w:tab/>
        <w:t>-&gt;</w:t>
      </w:r>
      <w:r>
        <w:rPr>
          <w:rFonts w:cstheme="minorHAnsi"/>
        </w:rPr>
        <w:tab/>
        <w:t>L6(A)</w:t>
      </w:r>
    </w:p>
    <w:p w:rsidR="00E61DBE" w:rsidRDefault="00134349">
      <w:pPr>
        <w:rPr>
          <w:rFonts w:cstheme="minorHAnsi"/>
        </w:rPr>
      </w:pPr>
      <w:r>
        <w:rPr>
          <w:rFonts w:cstheme="minorHAnsi"/>
        </w:rPr>
        <w:t>END</w:t>
      </w:r>
    </w:p>
    <w:p w:rsidR="00134349" w:rsidRDefault="00134349">
      <w:pPr>
        <w:rPr>
          <w:rFonts w:cstheme="minorHAnsi"/>
        </w:rPr>
      </w:pPr>
      <w:r>
        <w:rPr>
          <w:rFonts w:cstheme="minorHAnsi"/>
        </w:rPr>
        <w:t>L6+LX</w:t>
      </w:r>
      <w:r>
        <w:rPr>
          <w:rFonts w:cstheme="minorHAnsi"/>
        </w:rPr>
        <w:tab/>
        <w:t>-&gt;</w:t>
      </w:r>
      <w:r>
        <w:rPr>
          <w:rFonts w:cstheme="minorHAnsi"/>
        </w:rPr>
        <w:tab/>
        <w:t>L6</w:t>
      </w:r>
    </w:p>
    <w:p w:rsidR="00134349" w:rsidRDefault="00902725">
      <w:pPr>
        <w:rPr>
          <w:rFonts w:cstheme="minorHAnsi"/>
        </w:rPr>
      </w:pPr>
      <w:r>
        <w:rPr>
          <w:rFonts w:cstheme="minorHAnsi"/>
        </w:rPr>
        <w:t>0</w:t>
      </w:r>
      <w:r w:rsidR="004B246C">
        <w:rPr>
          <w:rFonts w:cstheme="minorHAnsi"/>
        </w:rPr>
        <w:tab/>
      </w:r>
      <w:r>
        <w:rPr>
          <w:rFonts w:cstheme="minorHAnsi"/>
        </w:rPr>
        <w:t>-&gt;</w:t>
      </w:r>
      <w:r w:rsidR="004B246C">
        <w:rPr>
          <w:rFonts w:cstheme="minorHAnsi"/>
        </w:rPr>
        <w:tab/>
      </w:r>
      <w:proofErr w:type="gramStart"/>
      <w:r>
        <w:rPr>
          <w:rFonts w:cstheme="minorHAnsi"/>
        </w:rPr>
        <w:t>DIM(</w:t>
      </w:r>
      <w:proofErr w:type="gramEnd"/>
      <w:r>
        <w:rPr>
          <w:rFonts w:cstheme="minorHAnsi"/>
        </w:rPr>
        <w:t>L5)</w:t>
      </w:r>
    </w:p>
    <w:p w:rsidR="00B7193E" w:rsidRDefault="00B7193E" w:rsidP="00B7193E">
      <w:pPr>
        <w:rPr>
          <w:rFonts w:cstheme="minorHAnsi"/>
        </w:rPr>
      </w:pPr>
      <w:r w:rsidRPr="005A7FD6">
        <w:rPr>
          <w:rFonts w:cstheme="minorHAnsi"/>
        </w:rPr>
        <w:t>DISP "EXCESS RESOURCES</w:t>
      </w:r>
      <w:r>
        <w:rPr>
          <w:rFonts w:cstheme="minorHAnsi"/>
        </w:rPr>
        <w:t>: FIRST VALUE IS VECOR IS THE LINE, THE SECOND VALUE IS THE EXCESS AMOUNT</w:t>
      </w:r>
      <w:r w:rsidRPr="005A7FD6">
        <w:rPr>
          <w:rFonts w:cstheme="minorHAnsi"/>
        </w:rPr>
        <w:t>"</w:t>
      </w:r>
    </w:p>
    <w:p w:rsidR="00902725" w:rsidRDefault="005326CA">
      <w:pPr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FOR (A,1,N,1)</w:t>
      </w:r>
    </w:p>
    <w:p w:rsidR="005326CA" w:rsidRDefault="005326CA">
      <w:pPr>
        <w:rPr>
          <w:rFonts w:cstheme="minorHAnsi"/>
        </w:rPr>
      </w:pPr>
      <w:r>
        <w:rPr>
          <w:rFonts w:cstheme="minorHAnsi"/>
        </w:rPr>
        <w:t xml:space="preserve">IF </w:t>
      </w:r>
      <w:proofErr w:type="gramStart"/>
      <w:r>
        <w:rPr>
          <w:rFonts w:cstheme="minorHAnsi"/>
        </w:rPr>
        <w:t>L6(</w:t>
      </w:r>
      <w:proofErr w:type="gramEnd"/>
      <w:r>
        <w:rPr>
          <w:rFonts w:cstheme="minorHAnsi"/>
        </w:rPr>
        <w:t>A)</w:t>
      </w:r>
      <w:r>
        <w:rPr>
          <w:rFonts w:cstheme="minorHAnsi"/>
        </w:rPr>
        <w:tab/>
        <w:t>&gt;</w:t>
      </w:r>
      <w:r>
        <w:rPr>
          <w:rFonts w:cstheme="minorHAnsi"/>
        </w:rPr>
        <w:tab/>
        <w:t>0</w:t>
      </w:r>
    </w:p>
    <w:p w:rsidR="005326CA" w:rsidRDefault="005326CA">
      <w:pPr>
        <w:rPr>
          <w:rFonts w:cstheme="minorHAnsi"/>
        </w:rPr>
      </w:pPr>
      <w:r>
        <w:rPr>
          <w:rFonts w:cstheme="minorHAnsi"/>
        </w:rPr>
        <w:t>THEN</w:t>
      </w:r>
    </w:p>
    <w:p w:rsidR="005326CA" w:rsidRDefault="005326CA">
      <w:pPr>
        <w:rPr>
          <w:rFonts w:cstheme="minorHAnsi"/>
        </w:rPr>
      </w:pPr>
      <w:r>
        <w:rPr>
          <w:rFonts w:cstheme="minorHAnsi"/>
        </w:rPr>
        <w:t>A</w:t>
      </w:r>
      <w:r>
        <w:rPr>
          <w:rFonts w:cstheme="minorHAnsi"/>
        </w:rPr>
        <w:tab/>
        <w:t>-&gt;</w:t>
      </w:r>
      <w:r>
        <w:rPr>
          <w:rFonts w:cstheme="minorHAnsi"/>
        </w:rPr>
        <w:tab/>
      </w:r>
      <w:proofErr w:type="gramStart"/>
      <w:r>
        <w:rPr>
          <w:rFonts w:cstheme="minorHAnsi"/>
        </w:rPr>
        <w:t>L5(</w:t>
      </w:r>
      <w:proofErr w:type="gramEnd"/>
      <w:r>
        <w:rPr>
          <w:rFonts w:cstheme="minorHAnsi"/>
        </w:rPr>
        <w:t>1)</w:t>
      </w:r>
    </w:p>
    <w:p w:rsidR="005326CA" w:rsidRDefault="005326CA">
      <w:pPr>
        <w:rPr>
          <w:rFonts w:cstheme="minorHAnsi"/>
        </w:rPr>
      </w:pPr>
      <w:proofErr w:type="gramStart"/>
      <w:r>
        <w:rPr>
          <w:rFonts w:cstheme="minorHAnsi"/>
        </w:rPr>
        <w:t>L6(</w:t>
      </w:r>
      <w:proofErr w:type="gramEnd"/>
      <w:r>
        <w:rPr>
          <w:rFonts w:cstheme="minorHAnsi"/>
        </w:rPr>
        <w:t>A)</w:t>
      </w:r>
      <w:r w:rsidR="008531F3">
        <w:rPr>
          <w:rFonts w:cstheme="minorHAnsi"/>
        </w:rPr>
        <w:tab/>
      </w:r>
      <w:r>
        <w:rPr>
          <w:rFonts w:cstheme="minorHAnsi"/>
        </w:rPr>
        <w:t>-&gt;</w:t>
      </w:r>
      <w:r w:rsidR="008531F3">
        <w:rPr>
          <w:rFonts w:cstheme="minorHAnsi"/>
        </w:rPr>
        <w:tab/>
      </w:r>
      <w:r>
        <w:rPr>
          <w:rFonts w:cstheme="minorHAnsi"/>
        </w:rPr>
        <w:t>L5(2)</w:t>
      </w:r>
    </w:p>
    <w:p w:rsidR="005326CA" w:rsidRDefault="005326CA">
      <w:pPr>
        <w:rPr>
          <w:rFonts w:cstheme="minorHAnsi"/>
        </w:rPr>
      </w:pPr>
      <w:r>
        <w:rPr>
          <w:rFonts w:cstheme="minorHAnsi"/>
        </w:rPr>
        <w:t>DISP L5</w:t>
      </w:r>
    </w:p>
    <w:p w:rsidR="005326CA" w:rsidRPr="005A7FD6" w:rsidRDefault="005326CA">
      <w:pPr>
        <w:rPr>
          <w:rFonts w:cstheme="minorHAnsi"/>
        </w:rPr>
      </w:pPr>
      <w:r>
        <w:rPr>
          <w:rFonts w:cstheme="minorHAnsi"/>
        </w:rPr>
        <w:t>END</w:t>
      </w:r>
      <w:r w:rsidR="008531F3">
        <w:rPr>
          <w:rFonts w:cstheme="minorHAnsi"/>
        </w:rPr>
        <w:t xml:space="preserve"> </w:t>
      </w:r>
      <w:proofErr w:type="spellStart"/>
      <w:r>
        <w:rPr>
          <w:rFonts w:cstheme="minorHAnsi"/>
        </w:rPr>
        <w:t>END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END</w:t>
      </w:r>
      <w:proofErr w:type="spellEnd"/>
    </w:p>
    <w:p w:rsidR="007E2FE9" w:rsidRDefault="008E4166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CLEARALLLISTS</w:t>
      </w:r>
    </w:p>
    <w:p w:rsidR="00D25AA4" w:rsidRPr="005A7FD6" w:rsidRDefault="00D25AA4" w:rsidP="00D25AA4">
      <w:pPr>
        <w:rPr>
          <w:rFonts w:eastAsia="Segoe UI Mono" w:cstheme="minorHAnsi"/>
        </w:rPr>
      </w:pPr>
      <w:r w:rsidRPr="005A7FD6">
        <w:rPr>
          <w:rFonts w:eastAsia="Segoe UI Mono" w:cstheme="minorHAnsi"/>
        </w:rPr>
        <w:t>=============================================================</w:t>
      </w:r>
    </w:p>
    <w:p w:rsidR="006B1651" w:rsidRPr="005A7FD6" w:rsidRDefault="006B1651" w:rsidP="00D25AA4">
      <w:pPr>
        <w:rPr>
          <w:rFonts w:eastAsia="Segoe UI Mono" w:cstheme="minorHAnsi"/>
        </w:rPr>
      </w:pPr>
    </w:p>
    <w:sectPr w:rsidR="006B1651" w:rsidRPr="005A7FD6" w:rsidSect="00887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Mon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B1651"/>
    <w:rsid w:val="00022359"/>
    <w:rsid w:val="00134349"/>
    <w:rsid w:val="00155C7B"/>
    <w:rsid w:val="001A18AB"/>
    <w:rsid w:val="001F489C"/>
    <w:rsid w:val="00203D44"/>
    <w:rsid w:val="00295C7C"/>
    <w:rsid w:val="002C0EF9"/>
    <w:rsid w:val="003306AF"/>
    <w:rsid w:val="00462391"/>
    <w:rsid w:val="004B246C"/>
    <w:rsid w:val="005048C1"/>
    <w:rsid w:val="005326CA"/>
    <w:rsid w:val="00543A57"/>
    <w:rsid w:val="00576155"/>
    <w:rsid w:val="00595648"/>
    <w:rsid w:val="005A7FD6"/>
    <w:rsid w:val="005E411C"/>
    <w:rsid w:val="005F2CF9"/>
    <w:rsid w:val="006317B1"/>
    <w:rsid w:val="0064351A"/>
    <w:rsid w:val="00665250"/>
    <w:rsid w:val="006B1651"/>
    <w:rsid w:val="006E1216"/>
    <w:rsid w:val="00764AAF"/>
    <w:rsid w:val="007E2FE9"/>
    <w:rsid w:val="00803298"/>
    <w:rsid w:val="00844951"/>
    <w:rsid w:val="008531F3"/>
    <w:rsid w:val="00887AE6"/>
    <w:rsid w:val="008E4166"/>
    <w:rsid w:val="00902725"/>
    <w:rsid w:val="00987C0E"/>
    <w:rsid w:val="009B7191"/>
    <w:rsid w:val="009C1A9A"/>
    <w:rsid w:val="009F33BC"/>
    <w:rsid w:val="00AA5220"/>
    <w:rsid w:val="00AC7DED"/>
    <w:rsid w:val="00B7193E"/>
    <w:rsid w:val="00C11CB1"/>
    <w:rsid w:val="00CA58AF"/>
    <w:rsid w:val="00CC26A6"/>
    <w:rsid w:val="00D25AA4"/>
    <w:rsid w:val="00D7024A"/>
    <w:rsid w:val="00DB3E44"/>
    <w:rsid w:val="00DE3F01"/>
    <w:rsid w:val="00E61DBE"/>
    <w:rsid w:val="00E6610B"/>
    <w:rsid w:val="00EC7E57"/>
    <w:rsid w:val="00F55CCE"/>
    <w:rsid w:val="00FA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A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C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0894C-C32A-41CD-8C0D-3E4B3244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B7D85B05.dotm</Template>
  <TotalTime>203</TotalTime>
  <Pages>10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vv</dc:creator>
  <cp:lastModifiedBy>ilia kassianenko</cp:lastModifiedBy>
  <cp:revision>47</cp:revision>
  <dcterms:created xsi:type="dcterms:W3CDTF">2011-08-29T01:25:00Z</dcterms:created>
  <dcterms:modified xsi:type="dcterms:W3CDTF">2011-08-30T22:05:00Z</dcterms:modified>
</cp:coreProperties>
</file>